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BF27E" w14:textId="77777777" w:rsidR="00D97F59" w:rsidRDefault="00D97F59" w:rsidP="00F26110">
      <w:pPr>
        <w:spacing w:after="0" w:line="240" w:lineRule="auto"/>
        <w:rPr>
          <w:rFonts w:ascii="Arial" w:hAnsi="Arial" w:cs="Arial"/>
          <w:sz w:val="20"/>
        </w:rPr>
      </w:pPr>
    </w:p>
    <w:p w14:paraId="135A4039" w14:textId="77777777" w:rsidR="00D91E2E" w:rsidRDefault="00D91E2E" w:rsidP="00F26110">
      <w:pPr>
        <w:spacing w:after="0" w:line="240" w:lineRule="auto"/>
        <w:rPr>
          <w:rFonts w:ascii="Arial" w:hAnsi="Arial" w:cs="Arial"/>
          <w:sz w:val="20"/>
        </w:rPr>
      </w:pPr>
    </w:p>
    <w:p w14:paraId="085E76B2" w14:textId="77777777" w:rsidR="00D91E2E" w:rsidRDefault="00D91E2E" w:rsidP="00F26110">
      <w:pPr>
        <w:spacing w:after="0" w:line="240" w:lineRule="auto"/>
        <w:rPr>
          <w:rFonts w:ascii="Arial" w:hAnsi="Arial" w:cs="Arial"/>
          <w:sz w:val="20"/>
        </w:rPr>
      </w:pPr>
    </w:p>
    <w:p w14:paraId="361AF5DE" w14:textId="77777777" w:rsidR="00D97F59" w:rsidRPr="0055744B" w:rsidRDefault="00D97F59" w:rsidP="00F26110">
      <w:pPr>
        <w:spacing w:after="0" w:line="240" w:lineRule="auto"/>
        <w:rPr>
          <w:rFonts w:ascii="Arial" w:hAnsi="Arial" w:cs="Arial"/>
          <w:sz w:val="20"/>
        </w:rPr>
      </w:pPr>
    </w:p>
    <w:p w14:paraId="062CE15C" w14:textId="1FB447BA" w:rsidR="007F1D7D" w:rsidRPr="0055744B" w:rsidRDefault="001B3264" w:rsidP="003976A4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  <w:r>
        <w:rPr>
          <w:rFonts w:ascii="Arial" w:hAnsi="Arial" w:cs="Arial"/>
          <w:b/>
          <w:bCs/>
          <w:sz w:val="18"/>
          <w:szCs w:val="21"/>
        </w:rPr>
        <w:t>V</w:t>
      </w:r>
      <w:r w:rsidR="007F1D7D" w:rsidRPr="0055744B">
        <w:rPr>
          <w:rFonts w:ascii="Arial" w:hAnsi="Arial" w:cs="Arial"/>
          <w:b/>
          <w:bCs/>
          <w:sz w:val="18"/>
          <w:szCs w:val="21"/>
        </w:rPr>
        <w:t xml:space="preserve">ITO LETTER COPY—OPTION </w:t>
      </w:r>
      <w:r w:rsidR="003976A4">
        <w:rPr>
          <w:rFonts w:ascii="Arial" w:hAnsi="Arial" w:cs="Arial"/>
          <w:b/>
          <w:bCs/>
          <w:sz w:val="18"/>
          <w:szCs w:val="21"/>
        </w:rPr>
        <w:t>A</w:t>
      </w:r>
    </w:p>
    <w:p w14:paraId="02CE2AEB" w14:textId="77777777" w:rsidR="007F1D7D" w:rsidRPr="0055744B" w:rsidRDefault="007F1D7D" w:rsidP="007F1D7D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3A511818" w14:textId="77777777" w:rsidR="007F1D7D" w:rsidRPr="0055744B" w:rsidRDefault="007F1D7D" w:rsidP="007F1D7D">
      <w:pPr>
        <w:spacing w:after="0" w:line="240" w:lineRule="auto"/>
        <w:rPr>
          <w:rFonts w:ascii="Arial" w:hAnsi="Arial" w:cs="Arial"/>
          <w:sz w:val="20"/>
        </w:rPr>
      </w:pPr>
      <w:r w:rsidRPr="0055744B">
        <w:rPr>
          <w:rFonts w:ascii="Arial" w:hAnsi="Arial" w:cs="Arial"/>
          <w:sz w:val="20"/>
        </w:rPr>
        <w:t>Dear &lt;insert name&gt;:</w:t>
      </w:r>
    </w:p>
    <w:p w14:paraId="54161654" w14:textId="77777777" w:rsidR="007F1D7D" w:rsidRPr="0055744B" w:rsidRDefault="007F1D7D" w:rsidP="007F1D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1DF39B3" w14:textId="25EB691B" w:rsidR="00333F49" w:rsidRDefault="00333F49" w:rsidP="004C3F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I’m </w:t>
      </w:r>
      <w:r w:rsidR="001B3264">
        <w:rPr>
          <w:rFonts w:ascii="Arial" w:hAnsi="Arial" w:cs="Arial"/>
          <w:sz w:val="20"/>
          <w:szCs w:val="20"/>
        </w:rPr>
        <w:t>following</w:t>
      </w:r>
      <w:r w:rsidR="004C3F7D">
        <w:rPr>
          <w:rFonts w:ascii="Arial" w:hAnsi="Arial" w:cs="Arial"/>
          <w:sz w:val="20"/>
          <w:szCs w:val="20"/>
        </w:rPr>
        <w:t xml:space="preserve"> </w:t>
      </w:r>
      <w:r w:rsidR="001B3264">
        <w:rPr>
          <w:rFonts w:ascii="Arial" w:hAnsi="Arial" w:cs="Arial"/>
          <w:sz w:val="20"/>
          <w:szCs w:val="20"/>
        </w:rPr>
        <w:t>up</w:t>
      </w:r>
      <w:r>
        <w:rPr>
          <w:rFonts w:ascii="Arial" w:hAnsi="Arial" w:cs="Arial"/>
          <w:sz w:val="20"/>
          <w:szCs w:val="20"/>
        </w:rPr>
        <w:t xml:space="preserve"> with you given your recent review of </w:t>
      </w:r>
      <w:r w:rsidR="001B3264" w:rsidRPr="001B3264">
        <w:rPr>
          <w:rFonts w:ascii="Arial" w:hAnsi="Arial" w:cs="Arial"/>
          <w:i/>
          <w:iCs/>
          <w:sz w:val="20"/>
          <w:szCs w:val="20"/>
        </w:rPr>
        <w:t>The Cloud Wi</w:t>
      </w:r>
      <w:r w:rsidRPr="001B3264">
        <w:rPr>
          <w:rFonts w:ascii="Arial" w:hAnsi="Arial" w:cs="Arial"/>
          <w:i/>
          <w:iCs/>
          <w:sz w:val="20"/>
          <w:szCs w:val="20"/>
        </w:rPr>
        <w:t>thout Questions</w:t>
      </w:r>
      <w:r w:rsidR="001B3264">
        <w:rPr>
          <w:rFonts w:ascii="Arial" w:hAnsi="Arial" w:cs="Arial"/>
          <w:sz w:val="20"/>
          <w:szCs w:val="20"/>
        </w:rPr>
        <w:t>—a guide that outlined seven</w:t>
      </w:r>
      <w:r>
        <w:rPr>
          <w:rFonts w:ascii="Arial" w:hAnsi="Arial" w:cs="Arial"/>
          <w:sz w:val="20"/>
          <w:szCs w:val="20"/>
        </w:rPr>
        <w:t xml:space="preserve"> secrets to </w:t>
      </w:r>
      <w:r w:rsidR="001B3264">
        <w:rPr>
          <w:rFonts w:ascii="Arial" w:hAnsi="Arial" w:cs="Arial"/>
          <w:sz w:val="20"/>
          <w:szCs w:val="20"/>
        </w:rPr>
        <w:t>selecting</w:t>
      </w:r>
      <w:r>
        <w:rPr>
          <w:rFonts w:ascii="Arial" w:hAnsi="Arial" w:cs="Arial"/>
          <w:sz w:val="20"/>
          <w:szCs w:val="20"/>
        </w:rPr>
        <w:t xml:space="preserve"> an ERP solution. </w:t>
      </w:r>
    </w:p>
    <w:p w14:paraId="4C7AFA1D" w14:textId="77777777" w:rsidR="003976A4" w:rsidRDefault="003976A4" w:rsidP="001B3264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44131A" w14:textId="3E6ED996" w:rsidR="00E91F76" w:rsidRDefault="003976A4" w:rsidP="006F4FF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hope you found the insights in the guide useful—they’re intended to help leaders like you who may be facing a major technology decision </w:t>
      </w:r>
      <w:r w:rsidR="006F4FFE">
        <w:rPr>
          <w:rFonts w:ascii="Arial" w:hAnsi="Arial" w:cs="Arial"/>
          <w:sz w:val="20"/>
          <w:szCs w:val="20"/>
        </w:rPr>
        <w:t>in response to</w:t>
      </w:r>
      <w:r>
        <w:rPr>
          <w:rFonts w:ascii="Arial" w:hAnsi="Arial" w:cs="Arial"/>
          <w:sz w:val="20"/>
          <w:szCs w:val="20"/>
        </w:rPr>
        <w:t xml:space="preserve"> the </w:t>
      </w:r>
      <w:r w:rsidR="00E91F76" w:rsidRPr="00E91F76">
        <w:rPr>
          <w:rFonts w:ascii="Arial" w:hAnsi="Arial" w:cs="Arial"/>
          <w:sz w:val="20"/>
          <w:szCs w:val="20"/>
        </w:rPr>
        <w:t xml:space="preserve">operational challenges that </w:t>
      </w:r>
      <w:r w:rsidR="005575A4">
        <w:rPr>
          <w:rFonts w:ascii="Arial" w:hAnsi="Arial" w:cs="Arial"/>
          <w:sz w:val="20"/>
          <w:szCs w:val="20"/>
        </w:rPr>
        <w:t>can come</w:t>
      </w:r>
      <w:r>
        <w:rPr>
          <w:rFonts w:ascii="Arial" w:hAnsi="Arial" w:cs="Arial"/>
          <w:sz w:val="20"/>
          <w:szCs w:val="20"/>
        </w:rPr>
        <w:t xml:space="preserve"> with growth. Challenges like:</w:t>
      </w:r>
    </w:p>
    <w:p w14:paraId="170D9866" w14:textId="77777777" w:rsidR="00E91F76" w:rsidRPr="0055744B" w:rsidRDefault="00E91F76" w:rsidP="007F1D7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8753F7" w14:textId="3D126279" w:rsidR="007F1D7D" w:rsidRPr="0055744B" w:rsidRDefault="007F1D7D" w:rsidP="007F1D7D">
      <w:pPr>
        <w:pStyle w:val="ListParagraph"/>
        <w:numPr>
          <w:ilvl w:val="0"/>
          <w:numId w:val="8"/>
        </w:numPr>
        <w:spacing w:after="0" w:line="240" w:lineRule="auto"/>
        <w:ind w:left="540" w:hanging="180"/>
        <w:rPr>
          <w:rFonts w:ascii="Arial" w:hAnsi="Arial" w:cs="Arial"/>
        </w:rPr>
      </w:pPr>
      <w:r w:rsidRPr="0055744B">
        <w:rPr>
          <w:rFonts w:ascii="Arial" w:hAnsi="Arial" w:cs="Arial"/>
        </w:rPr>
        <w:t>Controlling profitability and efficiency as headcount and sales increase</w:t>
      </w:r>
    </w:p>
    <w:p w14:paraId="57AD2E3A" w14:textId="0558A11D" w:rsidR="007F1D7D" w:rsidRPr="0055744B" w:rsidRDefault="007F1D7D" w:rsidP="007F1D7D">
      <w:pPr>
        <w:pStyle w:val="ListParagraph"/>
        <w:numPr>
          <w:ilvl w:val="0"/>
          <w:numId w:val="8"/>
        </w:numPr>
        <w:spacing w:after="0" w:line="240" w:lineRule="auto"/>
        <w:ind w:left="540" w:hanging="180"/>
        <w:rPr>
          <w:rFonts w:ascii="Arial" w:hAnsi="Arial" w:cs="Arial"/>
        </w:rPr>
      </w:pPr>
      <w:r w:rsidRPr="0055744B">
        <w:rPr>
          <w:rFonts w:ascii="Arial" w:hAnsi="Arial" w:cs="Arial"/>
        </w:rPr>
        <w:t>Connecting teams and functions that growth seems to push further apart</w:t>
      </w:r>
    </w:p>
    <w:p w14:paraId="29D35EE2" w14:textId="34299141" w:rsidR="007F1D7D" w:rsidRPr="0055744B" w:rsidRDefault="007F1D7D" w:rsidP="007F1D7D">
      <w:pPr>
        <w:pStyle w:val="ListParagraph"/>
        <w:numPr>
          <w:ilvl w:val="0"/>
          <w:numId w:val="8"/>
        </w:numPr>
        <w:spacing w:after="0" w:line="240" w:lineRule="auto"/>
        <w:ind w:left="540" w:hanging="180"/>
        <w:rPr>
          <w:rFonts w:ascii="Arial" w:hAnsi="Arial" w:cs="Arial"/>
        </w:rPr>
      </w:pPr>
      <w:r w:rsidRPr="0055744B">
        <w:rPr>
          <w:rFonts w:ascii="Arial" w:hAnsi="Arial" w:cs="Arial"/>
        </w:rPr>
        <w:t>Integrating information from disconnected systems to see what’s happening across the business</w:t>
      </w:r>
    </w:p>
    <w:p w14:paraId="2CEBC896" w14:textId="39B63B89" w:rsidR="007F1D7D" w:rsidRPr="0055744B" w:rsidRDefault="007F1D7D" w:rsidP="007F1D7D">
      <w:pPr>
        <w:pStyle w:val="ListParagraph"/>
        <w:numPr>
          <w:ilvl w:val="0"/>
          <w:numId w:val="8"/>
        </w:numPr>
        <w:spacing w:after="0" w:line="240" w:lineRule="auto"/>
        <w:ind w:left="540" w:hanging="180"/>
        <w:rPr>
          <w:rFonts w:ascii="Arial" w:hAnsi="Arial" w:cs="Arial"/>
        </w:rPr>
      </w:pPr>
      <w:r w:rsidRPr="0055744B">
        <w:rPr>
          <w:rFonts w:ascii="Arial" w:hAnsi="Arial" w:cs="Arial"/>
        </w:rPr>
        <w:t>Working efficiently with new partners, expansions</w:t>
      </w:r>
      <w:r w:rsidR="00AB2AB8">
        <w:rPr>
          <w:rFonts w:ascii="Arial" w:hAnsi="Arial" w:cs="Arial"/>
        </w:rPr>
        <w:t>,</w:t>
      </w:r>
      <w:r w:rsidRPr="0055744B">
        <w:rPr>
          <w:rFonts w:ascii="Arial" w:hAnsi="Arial" w:cs="Arial"/>
        </w:rPr>
        <w:t xml:space="preserve"> and acquisitions</w:t>
      </w:r>
    </w:p>
    <w:p w14:paraId="6C7AFD14" w14:textId="77777777" w:rsidR="007F1D7D" w:rsidRPr="0055744B" w:rsidRDefault="007F1D7D" w:rsidP="007F1D7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454726" w14:textId="3F44E18B" w:rsidR="00E91F76" w:rsidRDefault="005F31A9" w:rsidP="005F31A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your </w:t>
      </w:r>
      <w:r w:rsidR="003976A4">
        <w:rPr>
          <w:rFonts w:ascii="Arial" w:hAnsi="Arial" w:cs="Arial"/>
          <w:sz w:val="20"/>
          <w:szCs w:val="20"/>
        </w:rPr>
        <w:t>IT solution</w:t>
      </w:r>
      <w:r w:rsidR="00EB24C4">
        <w:rPr>
          <w:rFonts w:ascii="Arial" w:hAnsi="Arial" w:cs="Arial"/>
          <w:sz w:val="20"/>
          <w:szCs w:val="20"/>
        </w:rPr>
        <w:t>s</w:t>
      </w:r>
      <w:r w:rsidR="003976A4">
        <w:rPr>
          <w:rFonts w:ascii="Arial" w:hAnsi="Arial" w:cs="Arial"/>
          <w:sz w:val="20"/>
          <w:szCs w:val="20"/>
        </w:rPr>
        <w:t xml:space="preserve"> </w:t>
      </w:r>
      <w:r w:rsidR="007F1D7D" w:rsidRPr="0055744B">
        <w:rPr>
          <w:rFonts w:ascii="Arial" w:hAnsi="Arial" w:cs="Arial"/>
          <w:sz w:val="20"/>
          <w:szCs w:val="20"/>
        </w:rPr>
        <w:t xml:space="preserve">and infrastructure </w:t>
      </w:r>
      <w:r w:rsidR="003976A4">
        <w:rPr>
          <w:rFonts w:ascii="Arial" w:hAnsi="Arial" w:cs="Arial"/>
          <w:sz w:val="20"/>
          <w:szCs w:val="20"/>
        </w:rPr>
        <w:t xml:space="preserve">can’t address these </w:t>
      </w:r>
      <w:r w:rsidR="00EB24C4">
        <w:rPr>
          <w:rFonts w:ascii="Arial" w:hAnsi="Arial" w:cs="Arial"/>
          <w:sz w:val="20"/>
          <w:szCs w:val="20"/>
        </w:rPr>
        <w:t>issues</w:t>
      </w:r>
      <w:r>
        <w:rPr>
          <w:rFonts w:ascii="Arial" w:hAnsi="Arial" w:cs="Arial"/>
          <w:sz w:val="20"/>
          <w:szCs w:val="20"/>
        </w:rPr>
        <w:t xml:space="preserve">, they </w:t>
      </w:r>
      <w:r w:rsidR="00557A30">
        <w:rPr>
          <w:rFonts w:ascii="Arial" w:hAnsi="Arial" w:cs="Arial"/>
          <w:sz w:val="20"/>
          <w:szCs w:val="20"/>
        </w:rPr>
        <w:t xml:space="preserve">may </w:t>
      </w:r>
      <w:r w:rsidR="00254D50">
        <w:rPr>
          <w:rFonts w:ascii="Arial" w:hAnsi="Arial" w:cs="Arial"/>
          <w:sz w:val="20"/>
          <w:szCs w:val="20"/>
        </w:rPr>
        <w:t>be</w:t>
      </w:r>
      <w:r w:rsidR="007F1D7D" w:rsidRPr="0055744B">
        <w:rPr>
          <w:rFonts w:ascii="Arial" w:hAnsi="Arial" w:cs="Arial"/>
          <w:sz w:val="20"/>
          <w:szCs w:val="20"/>
        </w:rPr>
        <w:t xml:space="preserve"> constraining your growth </w:t>
      </w:r>
      <w:r w:rsidR="00254D50">
        <w:rPr>
          <w:rFonts w:ascii="Arial" w:hAnsi="Arial" w:cs="Arial"/>
          <w:sz w:val="20"/>
          <w:szCs w:val="20"/>
        </w:rPr>
        <w:t>rather than</w:t>
      </w:r>
      <w:r w:rsidR="007F1D7D" w:rsidRPr="0055744B">
        <w:rPr>
          <w:rFonts w:ascii="Arial" w:hAnsi="Arial" w:cs="Arial"/>
          <w:sz w:val="20"/>
          <w:szCs w:val="20"/>
        </w:rPr>
        <w:t xml:space="preserve"> accelerating it</w:t>
      </w:r>
      <w:r w:rsidR="00E91F76">
        <w:rPr>
          <w:rFonts w:ascii="Arial" w:hAnsi="Arial" w:cs="Arial"/>
          <w:sz w:val="20"/>
          <w:szCs w:val="20"/>
        </w:rPr>
        <w:t>.</w:t>
      </w:r>
    </w:p>
    <w:p w14:paraId="454BD942" w14:textId="2FDCA532" w:rsidR="007F1D7D" w:rsidRPr="0055744B" w:rsidRDefault="007F1D7D" w:rsidP="007F1D7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20A389" w14:textId="69F9BB16" w:rsidR="00A72B15" w:rsidRDefault="00E91F76" w:rsidP="0007023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7F1D7D" w:rsidRPr="0055744B">
        <w:rPr>
          <w:rFonts w:ascii="Arial" w:hAnsi="Arial" w:cs="Arial"/>
          <w:sz w:val="20"/>
          <w:szCs w:val="20"/>
        </w:rPr>
        <w:t>t doesn’t have to be that way</w:t>
      </w:r>
      <w:r>
        <w:rPr>
          <w:rFonts w:ascii="Arial" w:hAnsi="Arial" w:cs="Arial"/>
          <w:sz w:val="20"/>
          <w:szCs w:val="20"/>
        </w:rPr>
        <w:t>!</w:t>
      </w:r>
      <w:r w:rsidR="007F1D7D" w:rsidRPr="0055744B">
        <w:rPr>
          <w:rFonts w:ascii="Arial" w:hAnsi="Arial" w:cs="Arial"/>
          <w:sz w:val="20"/>
          <w:szCs w:val="20"/>
        </w:rPr>
        <w:t xml:space="preserve"> </w:t>
      </w:r>
    </w:p>
    <w:p w14:paraId="1FA2506E" w14:textId="77777777" w:rsidR="00A72B15" w:rsidRDefault="00A72B15" w:rsidP="0007023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AAECC9" w14:textId="7AD5FE6A" w:rsidR="007F1D7D" w:rsidRDefault="00E91F76" w:rsidP="0007023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Attached you will find</w:t>
      </w:r>
      <w:r w:rsidR="00254D50">
        <w:rPr>
          <w:rFonts w:ascii="Arial" w:hAnsi="Arial" w:cs="Arial"/>
          <w:sz w:val="20"/>
          <w:szCs w:val="20"/>
        </w:rPr>
        <w:t xml:space="preserve"> </w:t>
      </w:r>
      <w:r w:rsidR="00333F49">
        <w:rPr>
          <w:rFonts w:ascii="Arial" w:hAnsi="Arial" w:cs="Arial"/>
          <w:sz w:val="20"/>
          <w:szCs w:val="20"/>
        </w:rPr>
        <w:t xml:space="preserve">an overview of </w:t>
      </w:r>
      <w:r w:rsidR="007F1D7D" w:rsidRPr="0055744B">
        <w:rPr>
          <w:rFonts w:ascii="Arial" w:hAnsi="Arial" w:cs="Arial"/>
          <w:sz w:val="20"/>
          <w:szCs w:val="20"/>
        </w:rPr>
        <w:t xml:space="preserve">SAP Business ByDesign </w:t>
      </w:r>
      <w:r w:rsidR="00333F49">
        <w:rPr>
          <w:rFonts w:ascii="Arial" w:hAnsi="Arial" w:cs="Arial"/>
          <w:sz w:val="20"/>
          <w:szCs w:val="20"/>
        </w:rPr>
        <w:t xml:space="preserve">which is </w:t>
      </w:r>
      <w:r w:rsidR="007F1D7D" w:rsidRPr="0055744B">
        <w:rPr>
          <w:rFonts w:ascii="Arial" w:hAnsi="Arial" w:cs="Arial"/>
          <w:sz w:val="20"/>
          <w:szCs w:val="20"/>
        </w:rPr>
        <w:t>a cloud-based ERP solution that</w:t>
      </w:r>
      <w:r w:rsidR="00A72B15">
        <w:rPr>
          <w:rFonts w:ascii="Arial" w:hAnsi="Arial" w:cs="Arial"/>
          <w:sz w:val="20"/>
          <w:szCs w:val="20"/>
        </w:rPr>
        <w:t xml:space="preserve"> is</w:t>
      </w:r>
      <w:r w:rsidR="007F1D7D" w:rsidRPr="0055744B">
        <w:rPr>
          <w:rFonts w:ascii="Arial" w:hAnsi="Arial" w:cs="Arial"/>
          <w:sz w:val="20"/>
          <w:szCs w:val="20"/>
        </w:rPr>
        <w:t xml:space="preserve"> built from the ground up for businesses like yours</w:t>
      </w:r>
      <w:r w:rsidR="00A72B15" w:rsidRPr="001F1805">
        <w:rPr>
          <w:rFonts w:ascii="Arial" w:hAnsi="Arial" w:cs="Arial"/>
          <w:sz w:val="20"/>
          <w:szCs w:val="20"/>
        </w:rPr>
        <w:t>—made for f</w:t>
      </w:r>
      <w:r w:rsidR="007F1D7D" w:rsidRPr="001F1805">
        <w:rPr>
          <w:rFonts w:ascii="Arial" w:hAnsi="Arial" w:cs="Arial"/>
          <w:sz w:val="20"/>
          <w:szCs w:val="20"/>
        </w:rPr>
        <w:t>ast-growing businesses</w:t>
      </w:r>
      <w:r w:rsidR="007F1D7D" w:rsidRPr="0055744B">
        <w:rPr>
          <w:rFonts w:ascii="Arial" w:hAnsi="Arial" w:cs="Arial"/>
          <w:sz w:val="20"/>
          <w:szCs w:val="20"/>
        </w:rPr>
        <w:t xml:space="preserve"> that need a platform</w:t>
      </w:r>
      <w:r w:rsidR="00070236" w:rsidRPr="0055744B">
        <w:rPr>
          <w:rFonts w:ascii="Arial" w:hAnsi="Arial" w:cs="Arial"/>
          <w:sz w:val="20"/>
          <w:szCs w:val="20"/>
        </w:rPr>
        <w:t xml:space="preserve"> to help them grow even faster.</w:t>
      </w:r>
    </w:p>
    <w:p w14:paraId="30E6AA07" w14:textId="62835E89" w:rsidR="009E3455" w:rsidRDefault="009E3455" w:rsidP="0007023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CEA14F" w14:textId="690DD151" w:rsidR="009E3455" w:rsidRPr="0055744B" w:rsidRDefault="009E3455" w:rsidP="0007023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Here’s one real-world example</w:t>
      </w:r>
      <w:r w:rsidR="00557A30">
        <w:rPr>
          <w:rFonts w:ascii="Arial" w:hAnsi="Arial" w:cs="Arial"/>
          <w:sz w:val="20"/>
          <w:szCs w:val="20"/>
        </w:rPr>
        <w:t xml:space="preserve"> that might interest you</w:t>
      </w:r>
      <w:r>
        <w:rPr>
          <w:rFonts w:ascii="Arial" w:hAnsi="Arial" w:cs="Arial"/>
          <w:sz w:val="20"/>
          <w:szCs w:val="20"/>
        </w:rPr>
        <w:t>:</w:t>
      </w:r>
    </w:p>
    <w:p w14:paraId="2EAD8FED" w14:textId="77777777" w:rsidR="00070236" w:rsidRPr="0055744B" w:rsidRDefault="00070236" w:rsidP="0007023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DF60D7" w14:textId="222FE6E1" w:rsidR="00070236" w:rsidRPr="0055744B" w:rsidRDefault="00074377" w:rsidP="000837EF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5744B">
        <w:rPr>
          <w:rFonts w:ascii="Arial" w:hAnsi="Arial" w:cs="Arial"/>
          <w:i/>
          <w:iCs/>
          <w:sz w:val="20"/>
          <w:szCs w:val="20"/>
        </w:rPr>
        <w:t>Utopia Global—a growing technology consulting firm and SAP Business ByDesign</w:t>
      </w:r>
      <w:r w:rsidR="007F4BE7" w:rsidRPr="0055744B">
        <w:rPr>
          <w:rFonts w:ascii="Arial" w:hAnsi="Arial" w:cs="Arial"/>
          <w:i/>
          <w:iCs/>
          <w:sz w:val="20"/>
          <w:szCs w:val="20"/>
        </w:rPr>
        <w:t xml:space="preserve"> c</w:t>
      </w:r>
      <w:r w:rsidRPr="0055744B">
        <w:rPr>
          <w:rFonts w:ascii="Arial" w:hAnsi="Arial" w:cs="Arial"/>
          <w:i/>
          <w:iCs/>
          <w:sz w:val="20"/>
          <w:szCs w:val="20"/>
        </w:rPr>
        <w:t>ustomer—saw a 28% reduction in days sales outstanding, 30% reduction in project administration</w:t>
      </w:r>
      <w:r w:rsidR="000837EF" w:rsidRPr="0055744B">
        <w:rPr>
          <w:rFonts w:ascii="Arial" w:hAnsi="Arial" w:cs="Arial"/>
          <w:i/>
          <w:iCs/>
          <w:sz w:val="20"/>
          <w:szCs w:val="20"/>
        </w:rPr>
        <w:t xml:space="preserve"> time, </w:t>
      </w:r>
      <w:r w:rsidRPr="0055744B">
        <w:rPr>
          <w:rFonts w:ascii="Arial" w:hAnsi="Arial" w:cs="Arial"/>
          <w:i/>
          <w:iCs/>
          <w:sz w:val="20"/>
          <w:szCs w:val="20"/>
        </w:rPr>
        <w:t>and a 20% improvement in HR efficiency. All while driving 20-30% business growth.</w:t>
      </w:r>
    </w:p>
    <w:p w14:paraId="69930799" w14:textId="77777777" w:rsidR="00070236" w:rsidRPr="0055744B" w:rsidRDefault="00070236" w:rsidP="0007023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4A98C4" w14:textId="7CB28B18" w:rsidR="007F1D7D" w:rsidRPr="0055744B" w:rsidRDefault="00294C2B" w:rsidP="007F1D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Please t</w:t>
      </w:r>
      <w:r w:rsidR="007F1D7D" w:rsidRPr="0055744B">
        <w:rPr>
          <w:rFonts w:ascii="Arial" w:hAnsi="Arial" w:cs="Arial"/>
          <w:sz w:val="20"/>
          <w:szCs w:val="20"/>
        </w:rPr>
        <w:t>ake a look at the attached document for more details on SAP Business ByDesign</w:t>
      </w:r>
      <w:r w:rsidR="00E91F76">
        <w:rPr>
          <w:rFonts w:ascii="Arial" w:hAnsi="Arial" w:cs="Arial"/>
          <w:sz w:val="20"/>
          <w:szCs w:val="20"/>
        </w:rPr>
        <w:t xml:space="preserve">. </w:t>
      </w:r>
      <w:r w:rsidR="007F1D7D" w:rsidRPr="0055744B">
        <w:rPr>
          <w:rFonts w:ascii="Arial" w:hAnsi="Arial" w:cs="Arial"/>
          <w:sz w:val="20"/>
          <w:szCs w:val="20"/>
        </w:rPr>
        <w:t>I’ll follow</w:t>
      </w:r>
      <w:r w:rsidR="00E91F76">
        <w:rPr>
          <w:rFonts w:ascii="Arial" w:hAnsi="Arial" w:cs="Arial"/>
          <w:sz w:val="20"/>
          <w:szCs w:val="20"/>
        </w:rPr>
        <w:t xml:space="preserve"> </w:t>
      </w:r>
      <w:r w:rsidR="007F1D7D" w:rsidRPr="0055744B">
        <w:rPr>
          <w:rFonts w:ascii="Arial" w:hAnsi="Arial" w:cs="Arial"/>
          <w:sz w:val="20"/>
          <w:szCs w:val="20"/>
        </w:rPr>
        <w:t xml:space="preserve">up in a few days to talk further. </w:t>
      </w:r>
      <w:r w:rsidR="009E31A0">
        <w:rPr>
          <w:rFonts w:ascii="Arial" w:hAnsi="Arial" w:cs="Arial"/>
          <w:sz w:val="20"/>
          <w:szCs w:val="20"/>
        </w:rPr>
        <w:t xml:space="preserve">At that time, </w:t>
      </w:r>
      <w:r w:rsidR="007F1D7D" w:rsidRPr="0055744B">
        <w:rPr>
          <w:rFonts w:ascii="Arial" w:hAnsi="Arial" w:cs="Arial"/>
          <w:sz w:val="20"/>
          <w:szCs w:val="20"/>
        </w:rPr>
        <w:t xml:space="preserve">I’d like to learn more about </w:t>
      </w:r>
      <w:r>
        <w:rPr>
          <w:rFonts w:ascii="Arial" w:hAnsi="Arial" w:cs="Arial"/>
          <w:sz w:val="20"/>
          <w:szCs w:val="20"/>
        </w:rPr>
        <w:t>the challenges</w:t>
      </w:r>
      <w:r w:rsidR="007F1D7D" w:rsidRPr="0055744B">
        <w:rPr>
          <w:rFonts w:ascii="Arial" w:hAnsi="Arial" w:cs="Arial"/>
          <w:sz w:val="20"/>
          <w:szCs w:val="20"/>
        </w:rPr>
        <w:t xml:space="preserve"> your business is facing, and</w:t>
      </w:r>
      <w:r>
        <w:rPr>
          <w:rFonts w:ascii="Arial" w:hAnsi="Arial" w:cs="Arial"/>
          <w:sz w:val="20"/>
          <w:szCs w:val="20"/>
        </w:rPr>
        <w:t xml:space="preserve"> perhap</w:t>
      </w:r>
      <w:r w:rsidR="009E31A0">
        <w:rPr>
          <w:rFonts w:ascii="Arial" w:hAnsi="Arial" w:cs="Arial"/>
          <w:sz w:val="20"/>
          <w:szCs w:val="20"/>
        </w:rPr>
        <w:t xml:space="preserve">s discuss how we can </w:t>
      </w:r>
      <w:r>
        <w:rPr>
          <w:rFonts w:ascii="Arial" w:hAnsi="Arial" w:cs="Arial"/>
          <w:sz w:val="20"/>
          <w:szCs w:val="20"/>
        </w:rPr>
        <w:t>help.</w:t>
      </w:r>
      <w:r w:rsidR="007F1D7D" w:rsidRPr="0055744B">
        <w:rPr>
          <w:rFonts w:ascii="Arial" w:hAnsi="Arial" w:cs="Arial"/>
          <w:sz w:val="20"/>
          <w:szCs w:val="20"/>
        </w:rPr>
        <w:t xml:space="preserve"> In the meantime, if you have any questions, please don’t hesitate to reach me directly at &lt;INSERT DDA CONTACT INFO.&gt;</w:t>
      </w:r>
    </w:p>
    <w:p w14:paraId="53D33E17" w14:textId="77777777" w:rsidR="007F1D7D" w:rsidRPr="0055744B" w:rsidRDefault="007F1D7D" w:rsidP="007F1D7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A01DC9B" w14:textId="688F184B" w:rsidR="007F1D7D" w:rsidRPr="0055744B" w:rsidRDefault="007F1D7D" w:rsidP="00561CDF">
      <w:pPr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 w:rsidRPr="0055744B">
        <w:rPr>
          <w:rFonts w:ascii="Arial" w:hAnsi="Arial" w:cs="Arial"/>
          <w:sz w:val="20"/>
          <w:szCs w:val="20"/>
        </w:rPr>
        <w:t xml:space="preserve">Kind </w:t>
      </w:r>
      <w:r w:rsidR="00AB2AB8">
        <w:rPr>
          <w:rFonts w:ascii="Arial" w:hAnsi="Arial" w:cs="Arial"/>
          <w:sz w:val="20"/>
          <w:szCs w:val="20"/>
        </w:rPr>
        <w:t>r</w:t>
      </w:r>
      <w:r w:rsidRPr="0055744B">
        <w:rPr>
          <w:rFonts w:ascii="Arial" w:hAnsi="Arial" w:cs="Arial"/>
          <w:sz w:val="20"/>
          <w:szCs w:val="20"/>
        </w:rPr>
        <w:t>egards,</w:t>
      </w:r>
    </w:p>
    <w:p w14:paraId="647927DC" w14:textId="77777777" w:rsidR="007F1D7D" w:rsidRPr="0055744B" w:rsidRDefault="007F1D7D" w:rsidP="007F1D7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FAFEF0" w14:textId="77777777" w:rsidR="007F1D7D" w:rsidRPr="0055744B" w:rsidRDefault="007F1D7D" w:rsidP="007F1D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44B">
        <w:rPr>
          <w:rFonts w:ascii="Arial" w:hAnsi="Arial" w:cs="Arial"/>
          <w:sz w:val="20"/>
          <w:szCs w:val="20"/>
        </w:rPr>
        <w:t xml:space="preserve">&lt;DDA SIGNATURE&gt;  </w:t>
      </w:r>
    </w:p>
    <w:p w14:paraId="133F8062" w14:textId="77777777" w:rsidR="007F1D7D" w:rsidRPr="0055744B" w:rsidRDefault="007F1D7D" w:rsidP="008701C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F06B107" w14:textId="77777777" w:rsidR="006D524E" w:rsidRPr="0055744B" w:rsidRDefault="006D524E" w:rsidP="008701C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C2364E" w14:textId="77777777" w:rsidR="006D524E" w:rsidRPr="0055744B" w:rsidRDefault="006D524E" w:rsidP="008701C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275D34" w14:textId="77777777" w:rsidR="006D524E" w:rsidRPr="0055744B" w:rsidRDefault="006D524E">
      <w:pPr>
        <w:rPr>
          <w:rFonts w:ascii="Arial" w:hAnsi="Arial" w:cs="Arial"/>
          <w:b/>
          <w:bCs/>
          <w:sz w:val="18"/>
          <w:szCs w:val="21"/>
        </w:rPr>
      </w:pPr>
      <w:r w:rsidRPr="0055744B">
        <w:rPr>
          <w:rFonts w:ascii="Arial" w:hAnsi="Arial" w:cs="Arial"/>
          <w:b/>
          <w:bCs/>
          <w:sz w:val="18"/>
          <w:szCs w:val="21"/>
        </w:rPr>
        <w:br w:type="page"/>
      </w:r>
    </w:p>
    <w:p w14:paraId="09F384AA" w14:textId="77777777" w:rsidR="001F1805" w:rsidRDefault="001F1805" w:rsidP="003976A4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</w:p>
    <w:p w14:paraId="5E351206" w14:textId="77777777" w:rsidR="001F1805" w:rsidRDefault="001F1805" w:rsidP="003976A4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</w:p>
    <w:p w14:paraId="350146B9" w14:textId="77777777" w:rsidR="001F1805" w:rsidRDefault="001F1805" w:rsidP="003976A4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</w:p>
    <w:p w14:paraId="0D02F92F" w14:textId="77777777" w:rsidR="001F1805" w:rsidRDefault="001F1805" w:rsidP="003976A4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</w:p>
    <w:p w14:paraId="461E289C" w14:textId="77777777" w:rsidR="001F1805" w:rsidRDefault="001F1805" w:rsidP="003976A4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</w:p>
    <w:p w14:paraId="5D292CBA" w14:textId="632748E5" w:rsidR="00560487" w:rsidRPr="0055744B" w:rsidRDefault="00560487" w:rsidP="003976A4">
      <w:pPr>
        <w:spacing w:after="0" w:line="240" w:lineRule="auto"/>
        <w:outlineLvl w:val="0"/>
        <w:rPr>
          <w:rFonts w:ascii="Arial" w:hAnsi="Arial" w:cs="Arial"/>
          <w:b/>
          <w:bCs/>
          <w:sz w:val="18"/>
          <w:szCs w:val="21"/>
        </w:rPr>
      </w:pPr>
      <w:bookmarkStart w:id="0" w:name="_GoBack"/>
      <w:bookmarkEnd w:id="0"/>
      <w:r w:rsidRPr="0055744B">
        <w:rPr>
          <w:rFonts w:ascii="Arial" w:hAnsi="Arial" w:cs="Arial"/>
          <w:b/>
          <w:bCs/>
          <w:sz w:val="18"/>
          <w:szCs w:val="21"/>
        </w:rPr>
        <w:t xml:space="preserve">VITO LETTER COPY—OPTION </w:t>
      </w:r>
      <w:r w:rsidR="003976A4">
        <w:rPr>
          <w:rFonts w:ascii="Arial" w:hAnsi="Arial" w:cs="Arial"/>
          <w:b/>
          <w:bCs/>
          <w:sz w:val="18"/>
          <w:szCs w:val="21"/>
        </w:rPr>
        <w:t>B</w:t>
      </w:r>
      <w:r w:rsidRPr="0055744B">
        <w:rPr>
          <w:rFonts w:ascii="Arial" w:hAnsi="Arial" w:cs="Arial"/>
          <w:b/>
          <w:bCs/>
          <w:sz w:val="18"/>
          <w:szCs w:val="21"/>
        </w:rPr>
        <w:t xml:space="preserve"> (lead w/ stats)</w:t>
      </w:r>
    </w:p>
    <w:p w14:paraId="0FA5C48C" w14:textId="77777777" w:rsidR="00560487" w:rsidRPr="0055744B" w:rsidRDefault="00560487" w:rsidP="00560487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6571F4B1" w14:textId="77777777" w:rsidR="00560487" w:rsidRPr="0055744B" w:rsidRDefault="00560487" w:rsidP="00560487">
      <w:pPr>
        <w:spacing w:after="0" w:line="240" w:lineRule="auto"/>
        <w:rPr>
          <w:rFonts w:ascii="Arial" w:hAnsi="Arial" w:cs="Arial"/>
          <w:sz w:val="20"/>
        </w:rPr>
      </w:pPr>
      <w:r w:rsidRPr="0055744B">
        <w:rPr>
          <w:rFonts w:ascii="Arial" w:hAnsi="Arial" w:cs="Arial"/>
          <w:sz w:val="20"/>
        </w:rPr>
        <w:t>Dear &lt;insert name&gt;:</w:t>
      </w:r>
    </w:p>
    <w:p w14:paraId="5FC50F3A" w14:textId="6D0BCBAA" w:rsidR="00560487" w:rsidRDefault="00560487" w:rsidP="00560487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F4C5B46" w14:textId="5987CC29" w:rsidR="003976A4" w:rsidRDefault="003976A4" w:rsidP="004C3F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I’m following</w:t>
      </w:r>
      <w:r w:rsidR="004C3F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up with you given your recent review of </w:t>
      </w:r>
      <w:r w:rsidRPr="001B3264">
        <w:rPr>
          <w:rFonts w:ascii="Arial" w:hAnsi="Arial" w:cs="Arial"/>
          <w:i/>
          <w:iCs/>
          <w:sz w:val="20"/>
          <w:szCs w:val="20"/>
        </w:rPr>
        <w:t>The Cloud Without Questions</w:t>
      </w:r>
      <w:r>
        <w:rPr>
          <w:rFonts w:ascii="Arial" w:hAnsi="Arial" w:cs="Arial"/>
          <w:sz w:val="20"/>
          <w:szCs w:val="20"/>
        </w:rPr>
        <w:t xml:space="preserve"> with a few real-world facts you might find interesting:</w:t>
      </w:r>
    </w:p>
    <w:p w14:paraId="76DF29A5" w14:textId="77777777" w:rsidR="003976A4" w:rsidRDefault="003976A4" w:rsidP="00560487">
      <w:pPr>
        <w:spacing w:after="0" w:line="240" w:lineRule="auto"/>
        <w:rPr>
          <w:rFonts w:ascii="Arial" w:hAnsi="Arial" w:cs="Arial"/>
          <w:sz w:val="18"/>
          <w:szCs w:val="16"/>
        </w:rPr>
      </w:pPr>
    </w:p>
    <w:p w14:paraId="7E8CFA72" w14:textId="56865579" w:rsidR="00560487" w:rsidRPr="0055744B" w:rsidRDefault="00560487" w:rsidP="0056048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5744B">
        <w:rPr>
          <w:rFonts w:ascii="Arial" w:hAnsi="Arial" w:cs="Arial"/>
          <w:i/>
          <w:iCs/>
          <w:sz w:val="20"/>
          <w:szCs w:val="20"/>
        </w:rPr>
        <w:t>28% reduction in days sales outstanding</w:t>
      </w:r>
    </w:p>
    <w:p w14:paraId="0ED4C1E9" w14:textId="77777777" w:rsidR="00560487" w:rsidRPr="0055744B" w:rsidRDefault="00560487" w:rsidP="0056048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5744B">
        <w:rPr>
          <w:rFonts w:ascii="Arial" w:hAnsi="Arial" w:cs="Arial"/>
          <w:i/>
          <w:iCs/>
          <w:sz w:val="20"/>
          <w:szCs w:val="20"/>
        </w:rPr>
        <w:t>30% reduction in project administration time</w:t>
      </w:r>
    </w:p>
    <w:p w14:paraId="0BF7180A" w14:textId="77777777" w:rsidR="00560487" w:rsidRPr="0055744B" w:rsidRDefault="00560487" w:rsidP="0056048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5744B">
        <w:rPr>
          <w:rFonts w:ascii="Arial" w:hAnsi="Arial" w:cs="Arial"/>
          <w:i/>
          <w:iCs/>
          <w:sz w:val="20"/>
          <w:szCs w:val="20"/>
        </w:rPr>
        <w:t xml:space="preserve">20% improvement in HR efficiency </w:t>
      </w:r>
    </w:p>
    <w:p w14:paraId="2373647D" w14:textId="7961AC9B" w:rsidR="00560487" w:rsidRPr="0055744B" w:rsidRDefault="00560487" w:rsidP="00560487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55744B">
        <w:rPr>
          <w:rFonts w:ascii="Arial" w:hAnsi="Arial" w:cs="Arial"/>
          <w:i/>
          <w:iCs/>
          <w:sz w:val="20"/>
          <w:szCs w:val="20"/>
        </w:rPr>
        <w:t>All while driving 20-30% business growth</w:t>
      </w:r>
    </w:p>
    <w:p w14:paraId="46B97DD4" w14:textId="77777777" w:rsidR="00560487" w:rsidRPr="0055744B" w:rsidRDefault="00560487" w:rsidP="005604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44B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327BCE2" w14:textId="3D88163E" w:rsidR="00560487" w:rsidRPr="0055744B" w:rsidRDefault="00560487" w:rsidP="00D91E2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44B">
        <w:rPr>
          <w:rFonts w:ascii="Arial" w:hAnsi="Arial" w:cs="Arial"/>
          <w:sz w:val="20"/>
          <w:szCs w:val="20"/>
        </w:rPr>
        <w:t xml:space="preserve">Those are </w:t>
      </w:r>
      <w:r w:rsidR="0074327D">
        <w:rPr>
          <w:rFonts w:ascii="Arial" w:hAnsi="Arial" w:cs="Arial"/>
          <w:sz w:val="20"/>
          <w:szCs w:val="20"/>
        </w:rPr>
        <w:t>actual data points from</w:t>
      </w:r>
      <w:r w:rsidRPr="0055744B">
        <w:rPr>
          <w:rFonts w:ascii="Arial" w:hAnsi="Arial" w:cs="Arial"/>
          <w:sz w:val="20"/>
          <w:szCs w:val="20"/>
        </w:rPr>
        <w:t xml:space="preserve"> Utopia Global—</w:t>
      </w:r>
      <w:r w:rsidR="00D91E2E">
        <w:rPr>
          <w:rFonts w:ascii="Arial" w:hAnsi="Arial" w:cs="Arial"/>
          <w:sz w:val="20"/>
          <w:szCs w:val="20"/>
        </w:rPr>
        <w:t>a</w:t>
      </w:r>
      <w:r w:rsidR="003C4ECA">
        <w:rPr>
          <w:rFonts w:ascii="Arial" w:hAnsi="Arial" w:cs="Arial"/>
          <w:sz w:val="20"/>
          <w:szCs w:val="20"/>
        </w:rPr>
        <w:t xml:space="preserve"> </w:t>
      </w:r>
      <w:r w:rsidRPr="0055744B">
        <w:rPr>
          <w:rFonts w:ascii="Arial" w:hAnsi="Arial" w:cs="Arial"/>
          <w:sz w:val="20"/>
          <w:szCs w:val="20"/>
        </w:rPr>
        <w:t xml:space="preserve">growing technology consulting firm. They were dealing with the operational challenges that </w:t>
      </w:r>
      <w:r w:rsidR="00213218" w:rsidRPr="0055744B">
        <w:rPr>
          <w:rFonts w:ascii="Arial" w:hAnsi="Arial" w:cs="Arial"/>
          <w:sz w:val="20"/>
          <w:szCs w:val="20"/>
        </w:rPr>
        <w:t>often accompany</w:t>
      </w:r>
      <w:r w:rsidR="00BB43E8" w:rsidRPr="0055744B">
        <w:rPr>
          <w:rFonts w:ascii="Arial" w:hAnsi="Arial" w:cs="Arial"/>
          <w:sz w:val="20"/>
          <w:szCs w:val="20"/>
        </w:rPr>
        <w:t xml:space="preserve"> consistent growth. And to keep growing, they needed to be leaner, more connected</w:t>
      </w:r>
      <w:r w:rsidR="003C4ECA">
        <w:rPr>
          <w:rFonts w:ascii="Arial" w:hAnsi="Arial" w:cs="Arial"/>
          <w:sz w:val="20"/>
          <w:szCs w:val="20"/>
        </w:rPr>
        <w:t>,</w:t>
      </w:r>
      <w:r w:rsidR="00BB43E8" w:rsidRPr="0055744B">
        <w:rPr>
          <w:rFonts w:ascii="Arial" w:hAnsi="Arial" w:cs="Arial"/>
          <w:sz w:val="20"/>
          <w:szCs w:val="20"/>
        </w:rPr>
        <w:t xml:space="preserve"> and more efficient. </w:t>
      </w:r>
    </w:p>
    <w:p w14:paraId="23A62AC4" w14:textId="77777777" w:rsidR="00560487" w:rsidRPr="0055744B" w:rsidRDefault="00560487" w:rsidP="00560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C3579A" w14:textId="124D906E" w:rsidR="00560487" w:rsidRPr="0055744B" w:rsidRDefault="00560487" w:rsidP="00855EF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44B">
        <w:rPr>
          <w:rFonts w:ascii="Arial" w:hAnsi="Arial" w:cs="Arial"/>
          <w:sz w:val="20"/>
          <w:szCs w:val="20"/>
        </w:rPr>
        <w:t>SAP Business ByDesign</w:t>
      </w:r>
      <w:r w:rsidR="00BB43E8" w:rsidRPr="0055744B">
        <w:rPr>
          <w:rFonts w:ascii="Arial" w:hAnsi="Arial" w:cs="Arial"/>
          <w:sz w:val="20"/>
          <w:szCs w:val="20"/>
        </w:rPr>
        <w:t xml:space="preserve"> </w:t>
      </w:r>
      <w:r w:rsidR="00855EFA" w:rsidRPr="0055744B">
        <w:rPr>
          <w:rFonts w:ascii="Arial" w:hAnsi="Arial" w:cs="Arial"/>
          <w:sz w:val="20"/>
          <w:szCs w:val="20"/>
        </w:rPr>
        <w:t>was the answer for</w:t>
      </w:r>
      <w:r w:rsidR="00BB43E8" w:rsidRPr="0055744B">
        <w:rPr>
          <w:rFonts w:ascii="Arial" w:hAnsi="Arial" w:cs="Arial"/>
          <w:sz w:val="20"/>
          <w:szCs w:val="20"/>
        </w:rPr>
        <w:t xml:space="preserve"> Utopia </w:t>
      </w:r>
      <w:r w:rsidR="00855EFA" w:rsidRPr="0055744B">
        <w:rPr>
          <w:rFonts w:ascii="Arial" w:hAnsi="Arial" w:cs="Arial"/>
          <w:sz w:val="20"/>
          <w:szCs w:val="20"/>
        </w:rPr>
        <w:t>Global</w:t>
      </w:r>
      <w:r w:rsidR="003C4ECA">
        <w:rPr>
          <w:rFonts w:ascii="Arial" w:hAnsi="Arial" w:cs="Arial"/>
          <w:sz w:val="20"/>
          <w:szCs w:val="20"/>
        </w:rPr>
        <w:t>.</w:t>
      </w:r>
      <w:r w:rsidR="00BB43E8" w:rsidRPr="0055744B">
        <w:rPr>
          <w:rFonts w:ascii="Arial" w:hAnsi="Arial" w:cs="Arial"/>
          <w:sz w:val="20"/>
          <w:szCs w:val="20"/>
        </w:rPr>
        <w:t xml:space="preserve"> </w:t>
      </w:r>
      <w:r w:rsidR="003C4ECA">
        <w:rPr>
          <w:rFonts w:ascii="Arial" w:hAnsi="Arial" w:cs="Arial"/>
          <w:sz w:val="20"/>
          <w:szCs w:val="20"/>
        </w:rPr>
        <w:t>A</w:t>
      </w:r>
      <w:r w:rsidR="00BB43E8" w:rsidRPr="0055744B">
        <w:rPr>
          <w:rFonts w:ascii="Arial" w:hAnsi="Arial" w:cs="Arial"/>
          <w:sz w:val="20"/>
          <w:szCs w:val="20"/>
        </w:rPr>
        <w:t>nd i</w:t>
      </w:r>
      <w:r w:rsidR="00E01A97">
        <w:rPr>
          <w:rFonts w:ascii="Arial" w:hAnsi="Arial" w:cs="Arial"/>
          <w:sz w:val="20"/>
          <w:szCs w:val="20"/>
        </w:rPr>
        <w:t>f</w:t>
      </w:r>
      <w:r w:rsidR="00BB43E8" w:rsidRPr="0055744B">
        <w:rPr>
          <w:rFonts w:ascii="Arial" w:hAnsi="Arial" w:cs="Arial"/>
          <w:sz w:val="20"/>
          <w:szCs w:val="20"/>
        </w:rPr>
        <w:t xml:space="preserve"> you’re struggling with the complexities of a </w:t>
      </w:r>
      <w:r w:rsidR="001B3DAB" w:rsidRPr="0055744B">
        <w:rPr>
          <w:rFonts w:ascii="Arial" w:hAnsi="Arial" w:cs="Arial"/>
          <w:sz w:val="20"/>
          <w:szCs w:val="20"/>
        </w:rPr>
        <w:t>managing a growing</w:t>
      </w:r>
      <w:r w:rsidR="00BB43E8" w:rsidRPr="0055744B">
        <w:rPr>
          <w:rFonts w:ascii="Arial" w:hAnsi="Arial" w:cs="Arial"/>
          <w:sz w:val="20"/>
          <w:szCs w:val="20"/>
        </w:rPr>
        <w:t xml:space="preserve"> business, it c</w:t>
      </w:r>
      <w:r w:rsidR="0060263A">
        <w:rPr>
          <w:rFonts w:ascii="Arial" w:hAnsi="Arial" w:cs="Arial"/>
          <w:sz w:val="20"/>
          <w:szCs w:val="20"/>
        </w:rPr>
        <w:t>ould be the answer for you</w:t>
      </w:r>
      <w:r w:rsidR="003C4ECA">
        <w:rPr>
          <w:rFonts w:ascii="Arial" w:hAnsi="Arial" w:cs="Arial"/>
          <w:sz w:val="20"/>
          <w:szCs w:val="20"/>
        </w:rPr>
        <w:t>,</w:t>
      </w:r>
      <w:r w:rsidR="00BB43E8" w:rsidRPr="0055744B">
        <w:rPr>
          <w:rFonts w:ascii="Arial" w:hAnsi="Arial" w:cs="Arial"/>
          <w:sz w:val="20"/>
          <w:szCs w:val="20"/>
        </w:rPr>
        <w:t xml:space="preserve"> too. </w:t>
      </w:r>
      <w:r w:rsidR="00EF05FE" w:rsidRPr="00EF05FE">
        <w:rPr>
          <w:rFonts w:ascii="Arial" w:hAnsi="Arial" w:cs="Arial"/>
          <w:sz w:val="20"/>
          <w:szCs w:val="20"/>
        </w:rPr>
        <w:t>It</w:t>
      </w:r>
      <w:r w:rsidR="0087563A">
        <w:rPr>
          <w:rFonts w:ascii="Arial" w:hAnsi="Arial" w:cs="Arial"/>
          <w:sz w:val="20"/>
          <w:szCs w:val="20"/>
        </w:rPr>
        <w:t xml:space="preserve"> may be</w:t>
      </w:r>
      <w:r w:rsidR="00EF05FE" w:rsidRPr="00EF05FE">
        <w:rPr>
          <w:rFonts w:ascii="Arial" w:hAnsi="Arial" w:cs="Arial"/>
          <w:sz w:val="20"/>
          <w:szCs w:val="20"/>
        </w:rPr>
        <w:t xml:space="preserve"> the powerful foundation you need to scale, compete</w:t>
      </w:r>
      <w:r w:rsidR="005575A4">
        <w:rPr>
          <w:rFonts w:ascii="Arial" w:hAnsi="Arial" w:cs="Arial"/>
          <w:sz w:val="20"/>
          <w:szCs w:val="20"/>
        </w:rPr>
        <w:t>,</w:t>
      </w:r>
      <w:r w:rsidR="00EF05FE" w:rsidRPr="00EF05FE">
        <w:rPr>
          <w:rFonts w:ascii="Arial" w:hAnsi="Arial" w:cs="Arial"/>
          <w:sz w:val="20"/>
          <w:szCs w:val="20"/>
        </w:rPr>
        <w:t xml:space="preserve"> and run your business your way.</w:t>
      </w:r>
    </w:p>
    <w:p w14:paraId="1685E646" w14:textId="77777777" w:rsidR="00560487" w:rsidRPr="0055744B" w:rsidRDefault="00560487" w:rsidP="00560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28D187" w14:textId="279902CD" w:rsidR="00EF05FE" w:rsidRPr="0087563A" w:rsidRDefault="0060263A" w:rsidP="00CF4C7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have attached </w:t>
      </w:r>
      <w:r w:rsidR="00E46740">
        <w:rPr>
          <w:rFonts w:ascii="Arial" w:hAnsi="Arial" w:cs="Arial"/>
          <w:sz w:val="20"/>
          <w:szCs w:val="20"/>
        </w:rPr>
        <w:t xml:space="preserve">a brief </w:t>
      </w:r>
      <w:r w:rsidR="00333F49">
        <w:rPr>
          <w:rFonts w:ascii="Arial" w:hAnsi="Arial" w:cs="Arial"/>
          <w:sz w:val="20"/>
          <w:szCs w:val="20"/>
        </w:rPr>
        <w:t>overview of</w:t>
      </w:r>
      <w:r w:rsidR="00EF05FE" w:rsidRPr="0087563A">
        <w:rPr>
          <w:rFonts w:ascii="Arial" w:hAnsi="Arial" w:cs="Arial"/>
          <w:sz w:val="20"/>
          <w:szCs w:val="20"/>
        </w:rPr>
        <w:t xml:space="preserve"> SAP Business ByDesign</w:t>
      </w:r>
      <w:r w:rsidR="0087563A">
        <w:rPr>
          <w:rFonts w:ascii="Arial" w:hAnsi="Arial" w:cs="Arial"/>
          <w:sz w:val="20"/>
          <w:szCs w:val="20"/>
        </w:rPr>
        <w:t>—</w:t>
      </w:r>
      <w:r w:rsidR="00EF05FE" w:rsidRPr="0087563A">
        <w:rPr>
          <w:rFonts w:ascii="Arial" w:hAnsi="Arial" w:cs="Arial"/>
          <w:sz w:val="20"/>
          <w:szCs w:val="20"/>
        </w:rPr>
        <w:t>a cloud-based ERP solution that is built from the ground up for businesses like yours.</w:t>
      </w:r>
    </w:p>
    <w:p w14:paraId="73B4A6E6" w14:textId="6709AF94" w:rsidR="00EF05FE" w:rsidRPr="0087563A" w:rsidRDefault="00EF05FE" w:rsidP="001B3DA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A1BEDE" w14:textId="7DAA276F" w:rsidR="00EF05FE" w:rsidRPr="0055744B" w:rsidRDefault="00EF05FE" w:rsidP="001B3DA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F05FE">
        <w:rPr>
          <w:rFonts w:ascii="Arial" w:hAnsi="Arial" w:cs="Arial"/>
          <w:sz w:val="20"/>
          <w:szCs w:val="20"/>
        </w:rPr>
        <w:t xml:space="preserve">I’ll follow up in a few days to talk further. </w:t>
      </w:r>
      <w:r w:rsidR="0060263A">
        <w:rPr>
          <w:rFonts w:ascii="Arial" w:hAnsi="Arial" w:cs="Arial"/>
          <w:sz w:val="20"/>
          <w:szCs w:val="20"/>
        </w:rPr>
        <w:t xml:space="preserve">At that time, </w:t>
      </w:r>
      <w:r w:rsidRPr="00EF05FE">
        <w:rPr>
          <w:rFonts w:ascii="Arial" w:hAnsi="Arial" w:cs="Arial"/>
          <w:sz w:val="20"/>
          <w:szCs w:val="20"/>
        </w:rPr>
        <w:t>I’d like to learn more about the challenges your business is facing, and perha</w:t>
      </w:r>
      <w:r w:rsidR="0060263A">
        <w:rPr>
          <w:rFonts w:ascii="Arial" w:hAnsi="Arial" w:cs="Arial"/>
          <w:sz w:val="20"/>
          <w:szCs w:val="20"/>
        </w:rPr>
        <w:t>ps discuss how we can</w:t>
      </w:r>
      <w:r w:rsidRPr="00EF05FE">
        <w:rPr>
          <w:rFonts w:ascii="Arial" w:hAnsi="Arial" w:cs="Arial"/>
          <w:sz w:val="20"/>
          <w:szCs w:val="20"/>
        </w:rPr>
        <w:t xml:space="preserve"> help. In the meantime, if you have any questions, please don’t hesitate to reach me directly at &lt;INSERT DDA CONTACT INFO.&gt;</w:t>
      </w:r>
    </w:p>
    <w:p w14:paraId="029E5D35" w14:textId="77777777" w:rsidR="001B3DAB" w:rsidRPr="0055744B" w:rsidRDefault="001B3DAB" w:rsidP="00560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64F09D" w14:textId="5F84289F" w:rsidR="00560487" w:rsidRPr="0055744B" w:rsidRDefault="00560487" w:rsidP="005604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44B">
        <w:rPr>
          <w:rFonts w:ascii="Arial" w:hAnsi="Arial" w:cs="Arial"/>
          <w:sz w:val="20"/>
          <w:szCs w:val="20"/>
        </w:rPr>
        <w:t xml:space="preserve">Kind </w:t>
      </w:r>
      <w:r w:rsidR="00EF05FE">
        <w:rPr>
          <w:rFonts w:ascii="Arial" w:hAnsi="Arial" w:cs="Arial"/>
          <w:sz w:val="20"/>
          <w:szCs w:val="20"/>
        </w:rPr>
        <w:t>r</w:t>
      </w:r>
      <w:r w:rsidRPr="0055744B">
        <w:rPr>
          <w:rFonts w:ascii="Arial" w:hAnsi="Arial" w:cs="Arial"/>
          <w:sz w:val="20"/>
          <w:szCs w:val="20"/>
        </w:rPr>
        <w:t>egards,</w:t>
      </w:r>
    </w:p>
    <w:p w14:paraId="026F9E84" w14:textId="77777777" w:rsidR="00560487" w:rsidRPr="0055744B" w:rsidRDefault="00560487" w:rsidP="00560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20DB96" w14:textId="77777777" w:rsidR="00560487" w:rsidRPr="0055744B" w:rsidRDefault="00560487" w:rsidP="005604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5744B">
        <w:rPr>
          <w:rFonts w:ascii="Arial" w:hAnsi="Arial" w:cs="Arial"/>
          <w:sz w:val="20"/>
          <w:szCs w:val="20"/>
        </w:rPr>
        <w:t xml:space="preserve">&lt;DDA SIGNATURE&gt;  </w:t>
      </w:r>
    </w:p>
    <w:p w14:paraId="0167EB97" w14:textId="77777777" w:rsidR="006D524E" w:rsidRPr="0055744B" w:rsidRDefault="006D524E" w:rsidP="006D524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D4F979F" w14:textId="77777777" w:rsidR="006D524E" w:rsidRPr="0055744B" w:rsidRDefault="006D524E" w:rsidP="006D524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BAA233A" w14:textId="77777777" w:rsidR="006D524E" w:rsidRPr="0055744B" w:rsidRDefault="006D524E" w:rsidP="008701CE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6D524E" w:rsidRPr="0055744B" w:rsidSect="00416639">
      <w:headerReference w:type="default" r:id="rId8"/>
      <w:footerReference w:type="default" r:id="rId9"/>
      <w:headerReference w:type="first" r:id="rId10"/>
      <w:pgSz w:w="12240" w:h="15840"/>
      <w:pgMar w:top="1944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3F4F0" w14:textId="77777777" w:rsidR="0086298A" w:rsidRDefault="0086298A" w:rsidP="00CF0F56">
      <w:pPr>
        <w:spacing w:after="0" w:line="240" w:lineRule="auto"/>
      </w:pPr>
      <w:r>
        <w:separator/>
      </w:r>
    </w:p>
  </w:endnote>
  <w:endnote w:type="continuationSeparator" w:id="0">
    <w:p w14:paraId="1A3D72C3" w14:textId="77777777" w:rsidR="0086298A" w:rsidRDefault="0086298A" w:rsidP="00CF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Gｺﾞｼｯｸ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09636"/>
      <w:docPartObj>
        <w:docPartGallery w:val="Page Numbers (Bottom of Page)"/>
        <w:docPartUnique/>
      </w:docPartObj>
    </w:sdtPr>
    <w:sdtEndPr/>
    <w:sdtContent>
      <w:p w14:paraId="367309A0" w14:textId="68A7AF04" w:rsidR="00465459" w:rsidRDefault="004654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18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44FE10" w14:textId="77777777" w:rsidR="00465459" w:rsidRDefault="0046545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75A212" w14:textId="77777777" w:rsidR="0086298A" w:rsidRDefault="0086298A" w:rsidP="00CF0F56">
      <w:pPr>
        <w:spacing w:after="0" w:line="240" w:lineRule="auto"/>
      </w:pPr>
      <w:r>
        <w:separator/>
      </w:r>
    </w:p>
  </w:footnote>
  <w:footnote w:type="continuationSeparator" w:id="0">
    <w:p w14:paraId="10769DCB" w14:textId="77777777" w:rsidR="0086298A" w:rsidRDefault="0086298A" w:rsidP="00CF0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72C12" w14:textId="55930FBF" w:rsidR="00465459" w:rsidRDefault="001F1805">
    <w:pPr>
      <w:pStyle w:val="Header"/>
    </w:pPr>
    <w:r w:rsidRPr="002F3C76">
      <w:rPr>
        <w:noProof/>
        <w:sz w:val="28"/>
        <w:lang w:eastAsia="zh-CN"/>
      </w:rPr>
      <w:drawing>
        <wp:inline distT="0" distB="0" distL="0" distR="0" wp14:anchorId="05CFE3D6" wp14:editId="13644D3B">
          <wp:extent cx="825960" cy="408432"/>
          <wp:effectExtent l="0" t="0" r="1270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960" cy="408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B297BE" w14:textId="77777777" w:rsidR="00465459" w:rsidRDefault="0046545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E0323" w14:textId="5ACAC26B" w:rsidR="00465459" w:rsidRPr="002F3C76" w:rsidRDefault="00465459" w:rsidP="002F3C76">
    <w:pPr>
      <w:pStyle w:val="Header"/>
      <w:tabs>
        <w:tab w:val="clear" w:pos="4680"/>
        <w:tab w:val="clear" w:pos="9360"/>
        <w:tab w:val="right" w:pos="9180"/>
      </w:tabs>
      <w:spacing w:after="120"/>
      <w:rPr>
        <w:sz w:val="28"/>
      </w:rPr>
    </w:pPr>
    <w:r w:rsidRPr="002F3C76">
      <w:rPr>
        <w:noProof/>
        <w:sz w:val="28"/>
        <w:lang w:eastAsia="zh-CN"/>
      </w:rPr>
      <w:drawing>
        <wp:inline distT="0" distB="0" distL="0" distR="0" wp14:anchorId="703A362D" wp14:editId="5A867367">
          <wp:extent cx="825960" cy="408432"/>
          <wp:effectExtent l="0" t="0" r="1270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5960" cy="408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F3C76">
      <w:rPr>
        <w:sz w:val="28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C782A"/>
    <w:multiLevelType w:val="hybridMultilevel"/>
    <w:tmpl w:val="5FEA19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9035C6"/>
    <w:multiLevelType w:val="hybridMultilevel"/>
    <w:tmpl w:val="5FBC0E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2670E"/>
    <w:multiLevelType w:val="hybridMultilevel"/>
    <w:tmpl w:val="769A8DAA"/>
    <w:lvl w:ilvl="0" w:tplc="8D7095AC">
      <w:start w:val="20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B4B0E"/>
    <w:multiLevelType w:val="hybridMultilevel"/>
    <w:tmpl w:val="1916BB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F0DA4"/>
    <w:multiLevelType w:val="hybridMultilevel"/>
    <w:tmpl w:val="2C5AF5CE"/>
    <w:lvl w:ilvl="0" w:tplc="8F727E8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CF522F"/>
    <w:multiLevelType w:val="hybridMultilevel"/>
    <w:tmpl w:val="2528C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4"/>
  </w:num>
  <w:num w:numId="8">
    <w:abstractNumId w:val="1"/>
  </w:num>
  <w:num w:numId="9">
    <w:abstractNumId w:val="4"/>
  </w:num>
  <w:num w:numId="1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83"/>
    <w:rsid w:val="000007B0"/>
    <w:rsid w:val="00001B0A"/>
    <w:rsid w:val="00002283"/>
    <w:rsid w:val="00015A43"/>
    <w:rsid w:val="0003487D"/>
    <w:rsid w:val="000351EA"/>
    <w:rsid w:val="00037E14"/>
    <w:rsid w:val="000421D0"/>
    <w:rsid w:val="000445D5"/>
    <w:rsid w:val="0004567A"/>
    <w:rsid w:val="00046526"/>
    <w:rsid w:val="00051687"/>
    <w:rsid w:val="00054BBA"/>
    <w:rsid w:val="00054E25"/>
    <w:rsid w:val="000569F6"/>
    <w:rsid w:val="00057484"/>
    <w:rsid w:val="00057F91"/>
    <w:rsid w:val="00060089"/>
    <w:rsid w:val="000603CE"/>
    <w:rsid w:val="000659BD"/>
    <w:rsid w:val="00066C4C"/>
    <w:rsid w:val="000678E9"/>
    <w:rsid w:val="00070236"/>
    <w:rsid w:val="00070E7C"/>
    <w:rsid w:val="000730EC"/>
    <w:rsid w:val="00074377"/>
    <w:rsid w:val="0007490A"/>
    <w:rsid w:val="0007502B"/>
    <w:rsid w:val="0008013E"/>
    <w:rsid w:val="0008162A"/>
    <w:rsid w:val="00081B4E"/>
    <w:rsid w:val="000837EF"/>
    <w:rsid w:val="000968C9"/>
    <w:rsid w:val="000A259A"/>
    <w:rsid w:val="000A4BCD"/>
    <w:rsid w:val="000B38CD"/>
    <w:rsid w:val="000C2BCF"/>
    <w:rsid w:val="000C3450"/>
    <w:rsid w:val="000D0547"/>
    <w:rsid w:val="000D129E"/>
    <w:rsid w:val="000E490F"/>
    <w:rsid w:val="000F6338"/>
    <w:rsid w:val="000F6E50"/>
    <w:rsid w:val="00101166"/>
    <w:rsid w:val="00105A3E"/>
    <w:rsid w:val="00110853"/>
    <w:rsid w:val="00113D63"/>
    <w:rsid w:val="00115E1C"/>
    <w:rsid w:val="00116B79"/>
    <w:rsid w:val="00116DE8"/>
    <w:rsid w:val="00117CC5"/>
    <w:rsid w:val="00120F57"/>
    <w:rsid w:val="00122F2D"/>
    <w:rsid w:val="001258EF"/>
    <w:rsid w:val="001315F0"/>
    <w:rsid w:val="001316A7"/>
    <w:rsid w:val="001317D2"/>
    <w:rsid w:val="00134C30"/>
    <w:rsid w:val="00137D33"/>
    <w:rsid w:val="00144CEB"/>
    <w:rsid w:val="0014715F"/>
    <w:rsid w:val="0015087A"/>
    <w:rsid w:val="00152738"/>
    <w:rsid w:val="00156809"/>
    <w:rsid w:val="001578CB"/>
    <w:rsid w:val="0016241E"/>
    <w:rsid w:val="00163ECC"/>
    <w:rsid w:val="00170FC0"/>
    <w:rsid w:val="00175C15"/>
    <w:rsid w:val="00180C1D"/>
    <w:rsid w:val="00182CB4"/>
    <w:rsid w:val="001834F5"/>
    <w:rsid w:val="0018699D"/>
    <w:rsid w:val="001A1BDD"/>
    <w:rsid w:val="001A31DA"/>
    <w:rsid w:val="001A506F"/>
    <w:rsid w:val="001B3264"/>
    <w:rsid w:val="001B3DAB"/>
    <w:rsid w:val="001B3E1A"/>
    <w:rsid w:val="001B41CA"/>
    <w:rsid w:val="001B531C"/>
    <w:rsid w:val="001C2787"/>
    <w:rsid w:val="001C4CC0"/>
    <w:rsid w:val="001C7804"/>
    <w:rsid w:val="001D0197"/>
    <w:rsid w:val="001D2CD1"/>
    <w:rsid w:val="001E652D"/>
    <w:rsid w:val="001F1805"/>
    <w:rsid w:val="001F28F2"/>
    <w:rsid w:val="001F3345"/>
    <w:rsid w:val="001F7BB8"/>
    <w:rsid w:val="0020233A"/>
    <w:rsid w:val="002079AC"/>
    <w:rsid w:val="00213218"/>
    <w:rsid w:val="00213D6C"/>
    <w:rsid w:val="00226059"/>
    <w:rsid w:val="0023259B"/>
    <w:rsid w:val="00232AAC"/>
    <w:rsid w:val="00234CC9"/>
    <w:rsid w:val="002427ED"/>
    <w:rsid w:val="00242A5E"/>
    <w:rsid w:val="00246E46"/>
    <w:rsid w:val="00254D50"/>
    <w:rsid w:val="0026076E"/>
    <w:rsid w:val="00262F49"/>
    <w:rsid w:val="0026341F"/>
    <w:rsid w:val="00263AA0"/>
    <w:rsid w:val="00267EF3"/>
    <w:rsid w:val="00270387"/>
    <w:rsid w:val="00275B2F"/>
    <w:rsid w:val="0028392A"/>
    <w:rsid w:val="00285C16"/>
    <w:rsid w:val="00287FE8"/>
    <w:rsid w:val="00292573"/>
    <w:rsid w:val="00293A9B"/>
    <w:rsid w:val="00294C2B"/>
    <w:rsid w:val="002952A8"/>
    <w:rsid w:val="002A0651"/>
    <w:rsid w:val="002A1288"/>
    <w:rsid w:val="002A22D4"/>
    <w:rsid w:val="002A3620"/>
    <w:rsid w:val="002A6E32"/>
    <w:rsid w:val="002B53F2"/>
    <w:rsid w:val="002B72E2"/>
    <w:rsid w:val="002B7A3A"/>
    <w:rsid w:val="002C5CDF"/>
    <w:rsid w:val="002C65BC"/>
    <w:rsid w:val="002D00A4"/>
    <w:rsid w:val="002D0126"/>
    <w:rsid w:val="002D04C8"/>
    <w:rsid w:val="002D1272"/>
    <w:rsid w:val="002D15F9"/>
    <w:rsid w:val="002D1D0B"/>
    <w:rsid w:val="002D4782"/>
    <w:rsid w:val="002D70B5"/>
    <w:rsid w:val="002D715C"/>
    <w:rsid w:val="002D7550"/>
    <w:rsid w:val="002E2A6D"/>
    <w:rsid w:val="002E2DBA"/>
    <w:rsid w:val="002E46F8"/>
    <w:rsid w:val="002F216E"/>
    <w:rsid w:val="002F227A"/>
    <w:rsid w:val="002F3BFE"/>
    <w:rsid w:val="002F3C76"/>
    <w:rsid w:val="002F4CEE"/>
    <w:rsid w:val="002F5228"/>
    <w:rsid w:val="003004FD"/>
    <w:rsid w:val="00306694"/>
    <w:rsid w:val="0031213F"/>
    <w:rsid w:val="003176FC"/>
    <w:rsid w:val="003179B8"/>
    <w:rsid w:val="00321760"/>
    <w:rsid w:val="003219F2"/>
    <w:rsid w:val="003249DB"/>
    <w:rsid w:val="00327720"/>
    <w:rsid w:val="00333F49"/>
    <w:rsid w:val="0033593E"/>
    <w:rsid w:val="00337D3E"/>
    <w:rsid w:val="00351D23"/>
    <w:rsid w:val="00351F4B"/>
    <w:rsid w:val="003626E5"/>
    <w:rsid w:val="0036447D"/>
    <w:rsid w:val="00364D4B"/>
    <w:rsid w:val="00370968"/>
    <w:rsid w:val="00371450"/>
    <w:rsid w:val="0037187D"/>
    <w:rsid w:val="003779DC"/>
    <w:rsid w:val="003807F0"/>
    <w:rsid w:val="0038115F"/>
    <w:rsid w:val="00381724"/>
    <w:rsid w:val="0038295C"/>
    <w:rsid w:val="00382FC0"/>
    <w:rsid w:val="0038665C"/>
    <w:rsid w:val="0039144D"/>
    <w:rsid w:val="00393F06"/>
    <w:rsid w:val="003976A4"/>
    <w:rsid w:val="003A4807"/>
    <w:rsid w:val="003A7A6A"/>
    <w:rsid w:val="003B0361"/>
    <w:rsid w:val="003B216A"/>
    <w:rsid w:val="003B2CA3"/>
    <w:rsid w:val="003C1CED"/>
    <w:rsid w:val="003C2E93"/>
    <w:rsid w:val="003C4ECA"/>
    <w:rsid w:val="003D2C79"/>
    <w:rsid w:val="003D71D6"/>
    <w:rsid w:val="003D7F62"/>
    <w:rsid w:val="003E07D6"/>
    <w:rsid w:val="003E147C"/>
    <w:rsid w:val="003E1C90"/>
    <w:rsid w:val="003E74CF"/>
    <w:rsid w:val="003E7DE6"/>
    <w:rsid w:val="003F470C"/>
    <w:rsid w:val="003F627A"/>
    <w:rsid w:val="00406DF6"/>
    <w:rsid w:val="0041185F"/>
    <w:rsid w:val="00411F83"/>
    <w:rsid w:val="004137DE"/>
    <w:rsid w:val="004165EB"/>
    <w:rsid w:val="00416639"/>
    <w:rsid w:val="00421702"/>
    <w:rsid w:val="00422C91"/>
    <w:rsid w:val="00422EA6"/>
    <w:rsid w:val="004308B9"/>
    <w:rsid w:val="00430DC5"/>
    <w:rsid w:val="004341A0"/>
    <w:rsid w:val="004351AE"/>
    <w:rsid w:val="00440D38"/>
    <w:rsid w:val="00441F80"/>
    <w:rsid w:val="0044537E"/>
    <w:rsid w:val="004453BB"/>
    <w:rsid w:val="004557AB"/>
    <w:rsid w:val="00455893"/>
    <w:rsid w:val="00465459"/>
    <w:rsid w:val="00485563"/>
    <w:rsid w:val="0048559E"/>
    <w:rsid w:val="0049355B"/>
    <w:rsid w:val="0049746F"/>
    <w:rsid w:val="004A21C5"/>
    <w:rsid w:val="004A4F53"/>
    <w:rsid w:val="004A717D"/>
    <w:rsid w:val="004B4D67"/>
    <w:rsid w:val="004B62BD"/>
    <w:rsid w:val="004B65EF"/>
    <w:rsid w:val="004C1F22"/>
    <w:rsid w:val="004C3B53"/>
    <w:rsid w:val="004C3F7D"/>
    <w:rsid w:val="004C5398"/>
    <w:rsid w:val="004C7BDB"/>
    <w:rsid w:val="004D007F"/>
    <w:rsid w:val="004D7E1B"/>
    <w:rsid w:val="004E06E8"/>
    <w:rsid w:val="004E2230"/>
    <w:rsid w:val="004E3E62"/>
    <w:rsid w:val="004E42C9"/>
    <w:rsid w:val="004E4604"/>
    <w:rsid w:val="004F500C"/>
    <w:rsid w:val="00502182"/>
    <w:rsid w:val="00503DA3"/>
    <w:rsid w:val="00511B28"/>
    <w:rsid w:val="0051464D"/>
    <w:rsid w:val="00516AAC"/>
    <w:rsid w:val="0051721D"/>
    <w:rsid w:val="00521F11"/>
    <w:rsid w:val="005227C7"/>
    <w:rsid w:val="00524ECA"/>
    <w:rsid w:val="00525098"/>
    <w:rsid w:val="0052671B"/>
    <w:rsid w:val="00536948"/>
    <w:rsid w:val="0054174D"/>
    <w:rsid w:val="005554E1"/>
    <w:rsid w:val="00556B46"/>
    <w:rsid w:val="0055744B"/>
    <w:rsid w:val="005575A4"/>
    <w:rsid w:val="00557A30"/>
    <w:rsid w:val="00560487"/>
    <w:rsid w:val="00561CDF"/>
    <w:rsid w:val="0056229E"/>
    <w:rsid w:val="005624EE"/>
    <w:rsid w:val="00570796"/>
    <w:rsid w:val="00572519"/>
    <w:rsid w:val="00572BB4"/>
    <w:rsid w:val="00572CB0"/>
    <w:rsid w:val="00573F7B"/>
    <w:rsid w:val="00574C20"/>
    <w:rsid w:val="0058016E"/>
    <w:rsid w:val="00580723"/>
    <w:rsid w:val="00584FAE"/>
    <w:rsid w:val="00591FC4"/>
    <w:rsid w:val="005941E5"/>
    <w:rsid w:val="005A3D6C"/>
    <w:rsid w:val="005A55DD"/>
    <w:rsid w:val="005B4165"/>
    <w:rsid w:val="005B5682"/>
    <w:rsid w:val="005B72AB"/>
    <w:rsid w:val="005C15ED"/>
    <w:rsid w:val="005C22AF"/>
    <w:rsid w:val="005C32B6"/>
    <w:rsid w:val="005C42BC"/>
    <w:rsid w:val="005C6139"/>
    <w:rsid w:val="005D2AEB"/>
    <w:rsid w:val="005D5023"/>
    <w:rsid w:val="005D7CD3"/>
    <w:rsid w:val="005D7D3C"/>
    <w:rsid w:val="005E028F"/>
    <w:rsid w:val="005E6EFC"/>
    <w:rsid w:val="005F3030"/>
    <w:rsid w:val="005F31A9"/>
    <w:rsid w:val="005F3F8E"/>
    <w:rsid w:val="005F5826"/>
    <w:rsid w:val="005F7316"/>
    <w:rsid w:val="0060263A"/>
    <w:rsid w:val="006101D2"/>
    <w:rsid w:val="00617073"/>
    <w:rsid w:val="00617692"/>
    <w:rsid w:val="006210A6"/>
    <w:rsid w:val="00623733"/>
    <w:rsid w:val="00626596"/>
    <w:rsid w:val="00626D01"/>
    <w:rsid w:val="0063183F"/>
    <w:rsid w:val="0063358A"/>
    <w:rsid w:val="006351C4"/>
    <w:rsid w:val="00644B16"/>
    <w:rsid w:val="00650A42"/>
    <w:rsid w:val="00655651"/>
    <w:rsid w:val="00657F86"/>
    <w:rsid w:val="0066317C"/>
    <w:rsid w:val="0067372F"/>
    <w:rsid w:val="006921A5"/>
    <w:rsid w:val="006A4140"/>
    <w:rsid w:val="006A63B9"/>
    <w:rsid w:val="006B152D"/>
    <w:rsid w:val="006B51B4"/>
    <w:rsid w:val="006B7B3E"/>
    <w:rsid w:val="006C0A74"/>
    <w:rsid w:val="006C6C46"/>
    <w:rsid w:val="006C737E"/>
    <w:rsid w:val="006D0B25"/>
    <w:rsid w:val="006D4507"/>
    <w:rsid w:val="006D524E"/>
    <w:rsid w:val="006D5EB6"/>
    <w:rsid w:val="006E7A42"/>
    <w:rsid w:val="006F2D88"/>
    <w:rsid w:val="006F473B"/>
    <w:rsid w:val="006F4F1B"/>
    <w:rsid w:val="006F4FFE"/>
    <w:rsid w:val="006F57AE"/>
    <w:rsid w:val="006F6809"/>
    <w:rsid w:val="00706220"/>
    <w:rsid w:val="007077C9"/>
    <w:rsid w:val="00713007"/>
    <w:rsid w:val="007157A1"/>
    <w:rsid w:val="00717CC4"/>
    <w:rsid w:val="0072178F"/>
    <w:rsid w:val="00731760"/>
    <w:rsid w:val="007325B4"/>
    <w:rsid w:val="007330BF"/>
    <w:rsid w:val="00733DDB"/>
    <w:rsid w:val="007363D8"/>
    <w:rsid w:val="00737695"/>
    <w:rsid w:val="00737D6D"/>
    <w:rsid w:val="00740573"/>
    <w:rsid w:val="0074327D"/>
    <w:rsid w:val="0074394A"/>
    <w:rsid w:val="00747C56"/>
    <w:rsid w:val="00751F0B"/>
    <w:rsid w:val="00756D7A"/>
    <w:rsid w:val="00757893"/>
    <w:rsid w:val="00765B53"/>
    <w:rsid w:val="00770028"/>
    <w:rsid w:val="0077698E"/>
    <w:rsid w:val="00780833"/>
    <w:rsid w:val="007834A1"/>
    <w:rsid w:val="0079032F"/>
    <w:rsid w:val="0079242B"/>
    <w:rsid w:val="00792E9E"/>
    <w:rsid w:val="00796B43"/>
    <w:rsid w:val="00796D3C"/>
    <w:rsid w:val="00797C49"/>
    <w:rsid w:val="007A0223"/>
    <w:rsid w:val="007A513A"/>
    <w:rsid w:val="007A7109"/>
    <w:rsid w:val="007B330F"/>
    <w:rsid w:val="007C042F"/>
    <w:rsid w:val="007C790F"/>
    <w:rsid w:val="007C79F6"/>
    <w:rsid w:val="007D0730"/>
    <w:rsid w:val="007D513A"/>
    <w:rsid w:val="007D7AF0"/>
    <w:rsid w:val="007E27AE"/>
    <w:rsid w:val="007E4344"/>
    <w:rsid w:val="007F1D7D"/>
    <w:rsid w:val="007F42BC"/>
    <w:rsid w:val="007F4BE7"/>
    <w:rsid w:val="007F7B00"/>
    <w:rsid w:val="00801EF4"/>
    <w:rsid w:val="00803B14"/>
    <w:rsid w:val="00803BAF"/>
    <w:rsid w:val="0081114F"/>
    <w:rsid w:val="00811D18"/>
    <w:rsid w:val="00813AC8"/>
    <w:rsid w:val="008149C1"/>
    <w:rsid w:val="00822253"/>
    <w:rsid w:val="00822E84"/>
    <w:rsid w:val="00825153"/>
    <w:rsid w:val="008309F7"/>
    <w:rsid w:val="00832DCC"/>
    <w:rsid w:val="00833C3E"/>
    <w:rsid w:val="008348DA"/>
    <w:rsid w:val="00840948"/>
    <w:rsid w:val="00846DD1"/>
    <w:rsid w:val="008472A4"/>
    <w:rsid w:val="00850CAF"/>
    <w:rsid w:val="00852150"/>
    <w:rsid w:val="00855EFA"/>
    <w:rsid w:val="00856D13"/>
    <w:rsid w:val="00857F10"/>
    <w:rsid w:val="00860BA5"/>
    <w:rsid w:val="0086265D"/>
    <w:rsid w:val="0086298A"/>
    <w:rsid w:val="008701CE"/>
    <w:rsid w:val="0087097A"/>
    <w:rsid w:val="00870BDA"/>
    <w:rsid w:val="008711E0"/>
    <w:rsid w:val="0087563A"/>
    <w:rsid w:val="00876E52"/>
    <w:rsid w:val="00880C40"/>
    <w:rsid w:val="00882BF5"/>
    <w:rsid w:val="00886FBE"/>
    <w:rsid w:val="00887A59"/>
    <w:rsid w:val="00892CA1"/>
    <w:rsid w:val="00893DB3"/>
    <w:rsid w:val="008A4EF7"/>
    <w:rsid w:val="008A5A2D"/>
    <w:rsid w:val="008A6EB4"/>
    <w:rsid w:val="008B4089"/>
    <w:rsid w:val="008C040F"/>
    <w:rsid w:val="008C70ED"/>
    <w:rsid w:val="008D5857"/>
    <w:rsid w:val="008F6BC6"/>
    <w:rsid w:val="008F74E6"/>
    <w:rsid w:val="008F77B7"/>
    <w:rsid w:val="00903552"/>
    <w:rsid w:val="00907032"/>
    <w:rsid w:val="00907446"/>
    <w:rsid w:val="0090760B"/>
    <w:rsid w:val="0091075C"/>
    <w:rsid w:val="0091181C"/>
    <w:rsid w:val="00916D07"/>
    <w:rsid w:val="00916F32"/>
    <w:rsid w:val="00921D69"/>
    <w:rsid w:val="00924C98"/>
    <w:rsid w:val="00925577"/>
    <w:rsid w:val="009260E1"/>
    <w:rsid w:val="00927317"/>
    <w:rsid w:val="009410DB"/>
    <w:rsid w:val="009465E9"/>
    <w:rsid w:val="0094761C"/>
    <w:rsid w:val="009600BE"/>
    <w:rsid w:val="0096182D"/>
    <w:rsid w:val="00961E71"/>
    <w:rsid w:val="00963009"/>
    <w:rsid w:val="0096370B"/>
    <w:rsid w:val="0096691F"/>
    <w:rsid w:val="00966D59"/>
    <w:rsid w:val="00966FAC"/>
    <w:rsid w:val="0096717E"/>
    <w:rsid w:val="00971B5F"/>
    <w:rsid w:val="00976AE1"/>
    <w:rsid w:val="00981905"/>
    <w:rsid w:val="0098479A"/>
    <w:rsid w:val="00985221"/>
    <w:rsid w:val="0098601C"/>
    <w:rsid w:val="00987D84"/>
    <w:rsid w:val="00991808"/>
    <w:rsid w:val="00993494"/>
    <w:rsid w:val="0099352B"/>
    <w:rsid w:val="00997506"/>
    <w:rsid w:val="009A579A"/>
    <w:rsid w:val="009A6DAE"/>
    <w:rsid w:val="009B0166"/>
    <w:rsid w:val="009B2065"/>
    <w:rsid w:val="009C62D6"/>
    <w:rsid w:val="009C6D0D"/>
    <w:rsid w:val="009C6D8A"/>
    <w:rsid w:val="009D019A"/>
    <w:rsid w:val="009D258C"/>
    <w:rsid w:val="009D4BEF"/>
    <w:rsid w:val="009D73D6"/>
    <w:rsid w:val="009E2608"/>
    <w:rsid w:val="009E31A0"/>
    <w:rsid w:val="009E3455"/>
    <w:rsid w:val="009E497E"/>
    <w:rsid w:val="009E6248"/>
    <w:rsid w:val="009F0514"/>
    <w:rsid w:val="009F1C55"/>
    <w:rsid w:val="009F2D30"/>
    <w:rsid w:val="00A01EBB"/>
    <w:rsid w:val="00A10AC1"/>
    <w:rsid w:val="00A16DD9"/>
    <w:rsid w:val="00A24592"/>
    <w:rsid w:val="00A24D74"/>
    <w:rsid w:val="00A27FB3"/>
    <w:rsid w:val="00A31364"/>
    <w:rsid w:val="00A31CAF"/>
    <w:rsid w:val="00A37F96"/>
    <w:rsid w:val="00A4279E"/>
    <w:rsid w:val="00A4481D"/>
    <w:rsid w:val="00A458C9"/>
    <w:rsid w:val="00A512E3"/>
    <w:rsid w:val="00A53EA9"/>
    <w:rsid w:val="00A54DBC"/>
    <w:rsid w:val="00A57CB8"/>
    <w:rsid w:val="00A60F5F"/>
    <w:rsid w:val="00A61EF0"/>
    <w:rsid w:val="00A64AAE"/>
    <w:rsid w:val="00A65EA0"/>
    <w:rsid w:val="00A72B15"/>
    <w:rsid w:val="00A762D0"/>
    <w:rsid w:val="00A76C65"/>
    <w:rsid w:val="00A807BE"/>
    <w:rsid w:val="00A82F62"/>
    <w:rsid w:val="00A91458"/>
    <w:rsid w:val="00A95D49"/>
    <w:rsid w:val="00A97D38"/>
    <w:rsid w:val="00AA4BAC"/>
    <w:rsid w:val="00AA63C7"/>
    <w:rsid w:val="00AB13D3"/>
    <w:rsid w:val="00AB2AB8"/>
    <w:rsid w:val="00AB3163"/>
    <w:rsid w:val="00AB3545"/>
    <w:rsid w:val="00AB4AFB"/>
    <w:rsid w:val="00AC0204"/>
    <w:rsid w:val="00AC0CBF"/>
    <w:rsid w:val="00AC2D3C"/>
    <w:rsid w:val="00AC4B12"/>
    <w:rsid w:val="00AD0465"/>
    <w:rsid w:val="00AD2C9F"/>
    <w:rsid w:val="00AE31BB"/>
    <w:rsid w:val="00AE321F"/>
    <w:rsid w:val="00AE7B2E"/>
    <w:rsid w:val="00AE7C72"/>
    <w:rsid w:val="00AF53EE"/>
    <w:rsid w:val="00B002D6"/>
    <w:rsid w:val="00B01050"/>
    <w:rsid w:val="00B01489"/>
    <w:rsid w:val="00B04BC0"/>
    <w:rsid w:val="00B04E4D"/>
    <w:rsid w:val="00B0570D"/>
    <w:rsid w:val="00B16BBF"/>
    <w:rsid w:val="00B16DDC"/>
    <w:rsid w:val="00B22896"/>
    <w:rsid w:val="00B22D66"/>
    <w:rsid w:val="00B32138"/>
    <w:rsid w:val="00B36E8B"/>
    <w:rsid w:val="00B45D43"/>
    <w:rsid w:val="00B46466"/>
    <w:rsid w:val="00B50CDD"/>
    <w:rsid w:val="00B528EF"/>
    <w:rsid w:val="00B53C25"/>
    <w:rsid w:val="00B62246"/>
    <w:rsid w:val="00B62256"/>
    <w:rsid w:val="00B72077"/>
    <w:rsid w:val="00B83DF1"/>
    <w:rsid w:val="00B84CCF"/>
    <w:rsid w:val="00B9452E"/>
    <w:rsid w:val="00B9592C"/>
    <w:rsid w:val="00B95D18"/>
    <w:rsid w:val="00BA1438"/>
    <w:rsid w:val="00BA2516"/>
    <w:rsid w:val="00BA4EC4"/>
    <w:rsid w:val="00BA62BA"/>
    <w:rsid w:val="00BB1435"/>
    <w:rsid w:val="00BB43E8"/>
    <w:rsid w:val="00BB6167"/>
    <w:rsid w:val="00BC6312"/>
    <w:rsid w:val="00BD075A"/>
    <w:rsid w:val="00BD07A1"/>
    <w:rsid w:val="00BD60E7"/>
    <w:rsid w:val="00BE4281"/>
    <w:rsid w:val="00BE59D7"/>
    <w:rsid w:val="00BE5BBC"/>
    <w:rsid w:val="00BE6B61"/>
    <w:rsid w:val="00BF30A0"/>
    <w:rsid w:val="00BF4078"/>
    <w:rsid w:val="00BF475A"/>
    <w:rsid w:val="00BF6966"/>
    <w:rsid w:val="00C0207E"/>
    <w:rsid w:val="00C0453C"/>
    <w:rsid w:val="00C06D7B"/>
    <w:rsid w:val="00C0726B"/>
    <w:rsid w:val="00C11281"/>
    <w:rsid w:val="00C115DB"/>
    <w:rsid w:val="00C21700"/>
    <w:rsid w:val="00C27447"/>
    <w:rsid w:val="00C333FA"/>
    <w:rsid w:val="00C34BE2"/>
    <w:rsid w:val="00C34F81"/>
    <w:rsid w:val="00C36068"/>
    <w:rsid w:val="00C4107A"/>
    <w:rsid w:val="00C44796"/>
    <w:rsid w:val="00C501DE"/>
    <w:rsid w:val="00C5798A"/>
    <w:rsid w:val="00C57DBE"/>
    <w:rsid w:val="00C63D3E"/>
    <w:rsid w:val="00C70F7C"/>
    <w:rsid w:val="00C716CB"/>
    <w:rsid w:val="00C7584C"/>
    <w:rsid w:val="00C77E2F"/>
    <w:rsid w:val="00C80127"/>
    <w:rsid w:val="00C823B6"/>
    <w:rsid w:val="00C84610"/>
    <w:rsid w:val="00C8495A"/>
    <w:rsid w:val="00C85673"/>
    <w:rsid w:val="00C93D68"/>
    <w:rsid w:val="00CA2109"/>
    <w:rsid w:val="00CA2D15"/>
    <w:rsid w:val="00CA4EF6"/>
    <w:rsid w:val="00CA6CCB"/>
    <w:rsid w:val="00CA6F51"/>
    <w:rsid w:val="00CB0648"/>
    <w:rsid w:val="00CB591E"/>
    <w:rsid w:val="00CB7137"/>
    <w:rsid w:val="00CC03E1"/>
    <w:rsid w:val="00CC19E6"/>
    <w:rsid w:val="00CC3E11"/>
    <w:rsid w:val="00CC4B94"/>
    <w:rsid w:val="00CC5FCC"/>
    <w:rsid w:val="00CD0ADE"/>
    <w:rsid w:val="00CD4BC6"/>
    <w:rsid w:val="00CD6380"/>
    <w:rsid w:val="00CE4A7F"/>
    <w:rsid w:val="00CE658F"/>
    <w:rsid w:val="00CF0F56"/>
    <w:rsid w:val="00CF2B73"/>
    <w:rsid w:val="00CF4C7A"/>
    <w:rsid w:val="00D023BD"/>
    <w:rsid w:val="00D04D39"/>
    <w:rsid w:val="00D04E6C"/>
    <w:rsid w:val="00D07A33"/>
    <w:rsid w:val="00D15237"/>
    <w:rsid w:val="00D2071F"/>
    <w:rsid w:val="00D20D58"/>
    <w:rsid w:val="00D23C99"/>
    <w:rsid w:val="00D2596B"/>
    <w:rsid w:val="00D3016D"/>
    <w:rsid w:val="00D312BA"/>
    <w:rsid w:val="00D32796"/>
    <w:rsid w:val="00D32F76"/>
    <w:rsid w:val="00D402F1"/>
    <w:rsid w:val="00D40E2A"/>
    <w:rsid w:val="00D41C5F"/>
    <w:rsid w:val="00D437E4"/>
    <w:rsid w:val="00D43A44"/>
    <w:rsid w:val="00D44078"/>
    <w:rsid w:val="00D4458C"/>
    <w:rsid w:val="00D462D2"/>
    <w:rsid w:val="00D5008A"/>
    <w:rsid w:val="00D507B2"/>
    <w:rsid w:val="00D61534"/>
    <w:rsid w:val="00D627EC"/>
    <w:rsid w:val="00D67413"/>
    <w:rsid w:val="00D67D9D"/>
    <w:rsid w:val="00D709B0"/>
    <w:rsid w:val="00D720BC"/>
    <w:rsid w:val="00D728B0"/>
    <w:rsid w:val="00D7418E"/>
    <w:rsid w:val="00D850FE"/>
    <w:rsid w:val="00D85B2B"/>
    <w:rsid w:val="00D87160"/>
    <w:rsid w:val="00D87D92"/>
    <w:rsid w:val="00D9122D"/>
    <w:rsid w:val="00D91E2E"/>
    <w:rsid w:val="00D94EA0"/>
    <w:rsid w:val="00D97F59"/>
    <w:rsid w:val="00DA308D"/>
    <w:rsid w:val="00DA6489"/>
    <w:rsid w:val="00DB3AB4"/>
    <w:rsid w:val="00DB41D1"/>
    <w:rsid w:val="00DB5862"/>
    <w:rsid w:val="00DC4C35"/>
    <w:rsid w:val="00DC550B"/>
    <w:rsid w:val="00DC5CB1"/>
    <w:rsid w:val="00DE25AD"/>
    <w:rsid w:val="00DE3B35"/>
    <w:rsid w:val="00DF00A9"/>
    <w:rsid w:val="00DF25DD"/>
    <w:rsid w:val="00DF52BF"/>
    <w:rsid w:val="00DF54A9"/>
    <w:rsid w:val="00E00894"/>
    <w:rsid w:val="00E00BDC"/>
    <w:rsid w:val="00E01A97"/>
    <w:rsid w:val="00E01E69"/>
    <w:rsid w:val="00E05531"/>
    <w:rsid w:val="00E05D8B"/>
    <w:rsid w:val="00E07663"/>
    <w:rsid w:val="00E07D88"/>
    <w:rsid w:val="00E11C8D"/>
    <w:rsid w:val="00E15050"/>
    <w:rsid w:val="00E169BA"/>
    <w:rsid w:val="00E21B66"/>
    <w:rsid w:val="00E245DF"/>
    <w:rsid w:val="00E26C5C"/>
    <w:rsid w:val="00E407BB"/>
    <w:rsid w:val="00E43F91"/>
    <w:rsid w:val="00E4403F"/>
    <w:rsid w:val="00E46740"/>
    <w:rsid w:val="00E52839"/>
    <w:rsid w:val="00E607F2"/>
    <w:rsid w:val="00E64DC1"/>
    <w:rsid w:val="00E64E01"/>
    <w:rsid w:val="00E711BB"/>
    <w:rsid w:val="00E74020"/>
    <w:rsid w:val="00E81059"/>
    <w:rsid w:val="00E84BA0"/>
    <w:rsid w:val="00E874CE"/>
    <w:rsid w:val="00E91F76"/>
    <w:rsid w:val="00EA0DD1"/>
    <w:rsid w:val="00EA6055"/>
    <w:rsid w:val="00EB021D"/>
    <w:rsid w:val="00EB1F4F"/>
    <w:rsid w:val="00EB24C4"/>
    <w:rsid w:val="00EB78EC"/>
    <w:rsid w:val="00EB79D9"/>
    <w:rsid w:val="00ED1B0A"/>
    <w:rsid w:val="00ED7FFC"/>
    <w:rsid w:val="00EE59FE"/>
    <w:rsid w:val="00EF05FE"/>
    <w:rsid w:val="00EF10E3"/>
    <w:rsid w:val="00EF4E4A"/>
    <w:rsid w:val="00F001CC"/>
    <w:rsid w:val="00F070CE"/>
    <w:rsid w:val="00F12BDE"/>
    <w:rsid w:val="00F17685"/>
    <w:rsid w:val="00F235BD"/>
    <w:rsid w:val="00F25FB6"/>
    <w:rsid w:val="00F25FF0"/>
    <w:rsid w:val="00F26110"/>
    <w:rsid w:val="00F32E5A"/>
    <w:rsid w:val="00F3685B"/>
    <w:rsid w:val="00F42847"/>
    <w:rsid w:val="00F510BE"/>
    <w:rsid w:val="00F56173"/>
    <w:rsid w:val="00F616CD"/>
    <w:rsid w:val="00F67816"/>
    <w:rsid w:val="00F72816"/>
    <w:rsid w:val="00F75E5B"/>
    <w:rsid w:val="00F81F5A"/>
    <w:rsid w:val="00F851AC"/>
    <w:rsid w:val="00F87F44"/>
    <w:rsid w:val="00F9002F"/>
    <w:rsid w:val="00F91BF1"/>
    <w:rsid w:val="00F93463"/>
    <w:rsid w:val="00F94F4C"/>
    <w:rsid w:val="00FA4F44"/>
    <w:rsid w:val="00FB0F3F"/>
    <w:rsid w:val="00FB2E4E"/>
    <w:rsid w:val="00FB38AB"/>
    <w:rsid w:val="00FB7D4A"/>
    <w:rsid w:val="00FC3943"/>
    <w:rsid w:val="00FD156A"/>
    <w:rsid w:val="00FD4587"/>
    <w:rsid w:val="00FE755A"/>
    <w:rsid w:val="00FF3604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6BC8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F56"/>
  </w:style>
  <w:style w:type="paragraph" w:styleId="Footer">
    <w:name w:val="footer"/>
    <w:basedOn w:val="Normal"/>
    <w:link w:val="FooterChar"/>
    <w:uiPriority w:val="99"/>
    <w:unhideWhenUsed/>
    <w:rsid w:val="00CF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F56"/>
  </w:style>
  <w:style w:type="paragraph" w:styleId="BalloonText">
    <w:name w:val="Balloon Text"/>
    <w:basedOn w:val="Normal"/>
    <w:link w:val="BalloonTextChar"/>
    <w:uiPriority w:val="99"/>
    <w:semiHidden/>
    <w:unhideWhenUsed/>
    <w:rsid w:val="00CF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F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03E1"/>
    <w:pPr>
      <w:numPr>
        <w:numId w:val="1"/>
      </w:numPr>
      <w:contextualSpacing/>
    </w:pPr>
    <w:rPr>
      <w:rFonts w:ascii="Corbel" w:hAnsi="Corbel"/>
      <w:bCs/>
      <w:sz w:val="20"/>
      <w:szCs w:val="20"/>
    </w:rPr>
  </w:style>
  <w:style w:type="table" w:styleId="TableGrid">
    <w:name w:val="Table Grid"/>
    <w:basedOn w:val="TableNormal"/>
    <w:uiPriority w:val="59"/>
    <w:rsid w:val="003C2E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C22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22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22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2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22A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8479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187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A259A"/>
    <w:pPr>
      <w:spacing w:after="0" w:line="240" w:lineRule="auto"/>
    </w:pPr>
    <w:rPr>
      <w:rFonts w:ascii="Corbel" w:hAnsi="Corbel"/>
      <w:sz w:val="20"/>
    </w:rPr>
  </w:style>
  <w:style w:type="paragraph" w:customStyle="1" w:styleId="p1">
    <w:name w:val="p1"/>
    <w:basedOn w:val="Normal"/>
    <w:rsid w:val="006D524E"/>
    <w:pPr>
      <w:spacing w:after="0" w:line="167" w:lineRule="atLeast"/>
    </w:pPr>
    <w:rPr>
      <w:rFonts w:ascii="Helvetica" w:hAnsi="Helvetica" w:cs="Times New Roman"/>
      <w:sz w:val="17"/>
      <w:szCs w:val="17"/>
      <w:lang w:eastAsia="zh-CN"/>
    </w:rPr>
  </w:style>
  <w:style w:type="character" w:customStyle="1" w:styleId="apple-converted-space">
    <w:name w:val="apple-converted-space"/>
    <w:basedOn w:val="DefaultParagraphFont"/>
    <w:rsid w:val="006D524E"/>
  </w:style>
  <w:style w:type="paragraph" w:styleId="DocumentMap">
    <w:name w:val="Document Map"/>
    <w:basedOn w:val="Normal"/>
    <w:link w:val="DocumentMapChar"/>
    <w:uiPriority w:val="99"/>
    <w:semiHidden/>
    <w:unhideWhenUsed/>
    <w:rsid w:val="00561CD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61CD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93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818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393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452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106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08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334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875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783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67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515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943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06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04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6865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901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637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980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294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529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Scott\Desktop\Narrativ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rbel">
      <a:maj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14814-2B23-9B40-9D53-FB12776CB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C:\Users\Scott\Desktop\Narrative Template.dotx</Template>
  <TotalTime>1</TotalTime>
  <Pages>2</Pages>
  <Words>614</Words>
  <Characters>2623</Characters>
  <Application>Microsoft Macintosh Word</Application>
  <DocSecurity>0</DocSecurity>
  <Lines>77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Grand</dc:creator>
  <cp:lastModifiedBy>Scott Grand</cp:lastModifiedBy>
  <cp:revision>3</cp:revision>
  <cp:lastPrinted>2012-02-23T12:24:00Z</cp:lastPrinted>
  <dcterms:created xsi:type="dcterms:W3CDTF">2017-06-19T12:32:00Z</dcterms:created>
  <dcterms:modified xsi:type="dcterms:W3CDTF">2017-06-19T13:36:00Z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1609777420</vt:i4>
  </property>
  <property fmtid="{D5CDD505-2E9C-101B-9397-08002B2CF9AE}" pid="4" name="_EmailSubject">
    <vt:lpwstr>REVISED: Vito letter content</vt:lpwstr>
  </property>
  <property fmtid="{D5CDD505-2E9C-101B-9397-08002B2CF9AE}" pid="5" name="_AuthorEmail">
    <vt:lpwstr>marsha.anderson@sap.com</vt:lpwstr>
  </property>
  <property fmtid="{D5CDD505-2E9C-101B-9397-08002B2CF9AE}" pid="6" name="_AuthorEmailDisplayName">
    <vt:lpwstr>Anderson, Marsha</vt:lpwstr>
  </property>
</Properties>
</file>