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BF27E" w14:textId="738B2512" w:rsidR="00D97F59" w:rsidRPr="00DC62FA" w:rsidRDefault="00DC62FA" w:rsidP="00DC62FA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  <w:r w:rsidRPr="00DC62FA">
        <w:rPr>
          <w:rFonts w:ascii="Arial" w:hAnsi="Arial" w:cs="Arial"/>
          <w:b/>
          <w:bCs/>
          <w:sz w:val="18"/>
          <w:szCs w:val="21"/>
        </w:rPr>
        <w:t>SOCIAL CONTENT OPTIONS</w:t>
      </w:r>
    </w:p>
    <w:p w14:paraId="135A4039" w14:textId="77777777" w:rsidR="00D91E2E" w:rsidRDefault="00D91E2E" w:rsidP="00F26110">
      <w:pPr>
        <w:spacing w:after="0" w:line="240" w:lineRule="auto"/>
        <w:rPr>
          <w:rFonts w:ascii="Arial" w:hAnsi="Arial" w:cs="Arial"/>
          <w:sz w:val="20"/>
        </w:rPr>
      </w:pPr>
    </w:p>
    <w:p w14:paraId="085E76B2" w14:textId="77777777" w:rsidR="00D91E2E" w:rsidRDefault="00D91E2E" w:rsidP="00F26110">
      <w:pPr>
        <w:spacing w:after="0" w:line="240" w:lineRule="auto"/>
        <w:rPr>
          <w:rFonts w:ascii="Arial" w:hAnsi="Arial" w:cs="Arial"/>
          <w:sz w:val="20"/>
        </w:rPr>
      </w:pPr>
    </w:p>
    <w:p w14:paraId="63B4C10D" w14:textId="77777777" w:rsidR="001A3060" w:rsidRPr="001A3060" w:rsidRDefault="001A3060" w:rsidP="001A3060">
      <w:pPr>
        <w:spacing w:after="0" w:line="240" w:lineRule="auto"/>
        <w:rPr>
          <w:rFonts w:ascii="Corbel" w:hAnsi="Corbel"/>
          <w:i/>
          <w:sz w:val="20"/>
        </w:rPr>
      </w:pPr>
      <w:r w:rsidRPr="001A3060">
        <w:rPr>
          <w:rFonts w:ascii="Corbel" w:hAnsi="Corbel"/>
          <w:i/>
          <w:sz w:val="20"/>
        </w:rPr>
        <w:t>Tweets:</w:t>
      </w:r>
    </w:p>
    <w:p w14:paraId="285EE9F0" w14:textId="77777777" w:rsidR="001A3060" w:rsidRPr="001A3060" w:rsidRDefault="001A3060" w:rsidP="001A3060">
      <w:pPr>
        <w:spacing w:after="0" w:line="240" w:lineRule="auto"/>
        <w:rPr>
          <w:rFonts w:ascii="Corbel" w:hAnsi="Corbel"/>
          <w:iCs/>
          <w:sz w:val="20"/>
        </w:rPr>
      </w:pPr>
      <w:r w:rsidRPr="001A3060">
        <w:rPr>
          <w:rFonts w:ascii="Corbel" w:hAnsi="Corbel"/>
          <w:iCs/>
          <w:sz w:val="20"/>
        </w:rPr>
        <w:t>Do you want a cloud ERP solution that covers you, or one that costs you more every time you add on? See the difference at ___________(URL)</w:t>
      </w:r>
    </w:p>
    <w:p w14:paraId="5C416A56" w14:textId="77777777" w:rsidR="001A3060" w:rsidRPr="001A3060" w:rsidRDefault="001A3060" w:rsidP="001A3060">
      <w:pPr>
        <w:spacing w:after="0" w:line="240" w:lineRule="auto"/>
        <w:rPr>
          <w:rFonts w:ascii="Corbel" w:hAnsi="Corbel"/>
          <w:iCs/>
          <w:sz w:val="20"/>
        </w:rPr>
      </w:pPr>
    </w:p>
    <w:p w14:paraId="54995064" w14:textId="77777777" w:rsidR="001A3060" w:rsidRPr="001A3060" w:rsidRDefault="001A3060" w:rsidP="001A3060">
      <w:pPr>
        <w:spacing w:after="0" w:line="240" w:lineRule="auto"/>
        <w:rPr>
          <w:rFonts w:ascii="Corbel" w:hAnsi="Corbel"/>
          <w:iCs/>
          <w:sz w:val="20"/>
        </w:rPr>
      </w:pPr>
      <w:r w:rsidRPr="001A3060">
        <w:rPr>
          <w:rFonts w:ascii="Corbel" w:hAnsi="Corbel"/>
          <w:iCs/>
          <w:sz w:val="20"/>
        </w:rPr>
        <w:t>8 ways to compare cloud ERP—Are you overpaying to be underwhelmed or getting one system, one price and full support? __________(URL)</w:t>
      </w:r>
    </w:p>
    <w:p w14:paraId="18ADDC6E" w14:textId="77777777" w:rsidR="001A3060" w:rsidRPr="001A3060" w:rsidRDefault="001A3060" w:rsidP="001A3060">
      <w:pPr>
        <w:spacing w:after="0" w:line="240" w:lineRule="auto"/>
        <w:rPr>
          <w:rFonts w:ascii="Corbel" w:hAnsi="Corbel"/>
          <w:i/>
          <w:sz w:val="20"/>
        </w:rPr>
      </w:pPr>
    </w:p>
    <w:p w14:paraId="60EE221B" w14:textId="77777777" w:rsidR="001A3060" w:rsidRPr="001A3060" w:rsidRDefault="001A3060" w:rsidP="001A3060">
      <w:pPr>
        <w:spacing w:after="0" w:line="240" w:lineRule="auto"/>
        <w:rPr>
          <w:rFonts w:ascii="Corbel" w:hAnsi="Corbel"/>
          <w:i/>
          <w:sz w:val="20"/>
        </w:rPr>
      </w:pPr>
    </w:p>
    <w:p w14:paraId="2A9F3DDA" w14:textId="77777777" w:rsidR="001A3060" w:rsidRPr="001A3060" w:rsidRDefault="001A3060" w:rsidP="001A3060">
      <w:pPr>
        <w:spacing w:after="0" w:line="240" w:lineRule="auto"/>
        <w:rPr>
          <w:rFonts w:ascii="Corbel" w:hAnsi="Corbel"/>
          <w:i/>
          <w:sz w:val="20"/>
        </w:rPr>
      </w:pPr>
      <w:r w:rsidRPr="001A3060">
        <w:rPr>
          <w:rFonts w:ascii="Corbel" w:hAnsi="Corbel"/>
          <w:i/>
          <w:sz w:val="20"/>
        </w:rPr>
        <w:t>LinkedIn:</w:t>
      </w:r>
    </w:p>
    <w:p w14:paraId="3A149815" w14:textId="77777777" w:rsidR="001A3060" w:rsidRPr="001A3060" w:rsidRDefault="001A3060" w:rsidP="001A3060">
      <w:pPr>
        <w:spacing w:after="0" w:line="240" w:lineRule="auto"/>
        <w:rPr>
          <w:rFonts w:ascii="Corbel" w:hAnsi="Corbel"/>
          <w:b/>
          <w:iCs/>
          <w:sz w:val="20"/>
        </w:rPr>
      </w:pPr>
      <w:r w:rsidRPr="001A3060">
        <w:rPr>
          <w:rFonts w:ascii="Corbel" w:hAnsi="Corbel"/>
          <w:b/>
          <w:iCs/>
          <w:sz w:val="20"/>
        </w:rPr>
        <w:t xml:space="preserve">What’s the deal with Business </w:t>
      </w:r>
      <w:proofErr w:type="spellStart"/>
      <w:r w:rsidRPr="001A3060">
        <w:rPr>
          <w:rFonts w:ascii="Corbel" w:hAnsi="Corbel"/>
          <w:b/>
          <w:iCs/>
          <w:sz w:val="20"/>
        </w:rPr>
        <w:t>ByDesign</w:t>
      </w:r>
      <w:proofErr w:type="spellEnd"/>
      <w:r w:rsidRPr="001A3060">
        <w:rPr>
          <w:rFonts w:ascii="Corbel" w:hAnsi="Corbel"/>
          <w:b/>
          <w:iCs/>
          <w:sz w:val="20"/>
        </w:rPr>
        <w:t xml:space="preserve">? </w:t>
      </w:r>
    </w:p>
    <w:p w14:paraId="431B26D6" w14:textId="6E9C0CE6" w:rsidR="001A3060" w:rsidRPr="001A3060" w:rsidRDefault="001A3060" w:rsidP="00CF494E">
      <w:pPr>
        <w:spacing w:after="0" w:line="240" w:lineRule="auto"/>
        <w:rPr>
          <w:rFonts w:ascii="Corbel" w:hAnsi="Corbel"/>
          <w:iCs/>
          <w:sz w:val="20"/>
        </w:rPr>
      </w:pPr>
      <w:r w:rsidRPr="001A3060">
        <w:rPr>
          <w:rFonts w:ascii="Corbel" w:hAnsi="Corbel"/>
          <w:iCs/>
          <w:sz w:val="20"/>
        </w:rPr>
        <w:t xml:space="preserve">Compare cloud ERP options and see eight simple reasons to choose SAP Business </w:t>
      </w:r>
      <w:proofErr w:type="spellStart"/>
      <w:r w:rsidRPr="001A3060">
        <w:rPr>
          <w:rFonts w:ascii="Corbel" w:hAnsi="Corbel"/>
          <w:iCs/>
          <w:sz w:val="20"/>
        </w:rPr>
        <w:t>ByDesign</w:t>
      </w:r>
      <w:proofErr w:type="spellEnd"/>
      <w:r w:rsidRPr="001A3060">
        <w:rPr>
          <w:rFonts w:ascii="Corbel" w:hAnsi="Corbel"/>
          <w:iCs/>
          <w:sz w:val="20"/>
        </w:rPr>
        <w:t>—all in one quick infographic. ___________(URL)</w:t>
      </w:r>
      <w:r w:rsidR="00CF494E" w:rsidRPr="00CF494E">
        <w:rPr>
          <w:noProof/>
          <w:sz w:val="24"/>
          <w:szCs w:val="24"/>
          <w:lang w:eastAsia="zh-CN"/>
        </w:rPr>
        <w:t xml:space="preserve"> </w:t>
      </w:r>
      <w:bookmarkStart w:id="0" w:name="_GoBack"/>
      <w:bookmarkEnd w:id="0"/>
    </w:p>
    <w:p w14:paraId="03ADA4FB" w14:textId="77777777" w:rsidR="001A3060" w:rsidRPr="001A3060" w:rsidRDefault="001A3060" w:rsidP="001A3060">
      <w:pPr>
        <w:spacing w:after="0" w:line="240" w:lineRule="auto"/>
        <w:rPr>
          <w:rFonts w:ascii="Corbel" w:hAnsi="Corbel"/>
          <w:iCs/>
          <w:sz w:val="20"/>
        </w:rPr>
      </w:pPr>
    </w:p>
    <w:p w14:paraId="379EDE5E" w14:textId="77777777" w:rsidR="001A3060" w:rsidRPr="001A3060" w:rsidRDefault="001A3060" w:rsidP="001A3060">
      <w:pPr>
        <w:spacing w:after="0" w:line="240" w:lineRule="auto"/>
        <w:rPr>
          <w:rFonts w:ascii="Corbel" w:hAnsi="Corbel"/>
          <w:b/>
          <w:iCs/>
          <w:sz w:val="20"/>
        </w:rPr>
      </w:pPr>
      <w:r w:rsidRPr="001A3060">
        <w:rPr>
          <w:rFonts w:ascii="Corbel" w:hAnsi="Corbel"/>
          <w:b/>
          <w:iCs/>
          <w:sz w:val="20"/>
        </w:rPr>
        <w:t xml:space="preserve">8 quick comparisons between cloud ERP options. </w:t>
      </w:r>
    </w:p>
    <w:p w14:paraId="64C583EE" w14:textId="77777777" w:rsidR="001A3060" w:rsidRPr="001A3060" w:rsidRDefault="001A3060" w:rsidP="001A3060">
      <w:pPr>
        <w:spacing w:after="0" w:line="240" w:lineRule="auto"/>
        <w:rPr>
          <w:rFonts w:ascii="Corbel" w:hAnsi="Corbel"/>
          <w:iCs/>
          <w:sz w:val="20"/>
        </w:rPr>
      </w:pPr>
      <w:r w:rsidRPr="001A3060">
        <w:rPr>
          <w:rFonts w:ascii="Corbel" w:hAnsi="Corbel"/>
          <w:iCs/>
          <w:sz w:val="20"/>
        </w:rPr>
        <w:t>Don’t overpay for an underwhelming solution—get one system for one price with support and scalability as you grow. ____________(URL)</w:t>
      </w:r>
    </w:p>
    <w:p w14:paraId="6BAA233A" w14:textId="77777777" w:rsidR="006D524E" w:rsidRPr="0055744B" w:rsidRDefault="006D524E" w:rsidP="008701CE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D524E" w:rsidRPr="0055744B" w:rsidSect="00416639">
      <w:headerReference w:type="default" r:id="rId8"/>
      <w:footerReference w:type="default" r:id="rId9"/>
      <w:headerReference w:type="first" r:id="rId10"/>
      <w:pgSz w:w="12240" w:h="15840"/>
      <w:pgMar w:top="194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272D" w14:textId="77777777" w:rsidR="00AD0037" w:rsidRDefault="00AD0037" w:rsidP="00CF0F56">
      <w:pPr>
        <w:spacing w:after="0" w:line="240" w:lineRule="auto"/>
      </w:pPr>
      <w:r>
        <w:separator/>
      </w:r>
    </w:p>
  </w:endnote>
  <w:endnote w:type="continuationSeparator" w:id="0">
    <w:p w14:paraId="3EA445C4" w14:textId="77777777" w:rsidR="00AD0037" w:rsidRDefault="00AD0037" w:rsidP="00CF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09636"/>
      <w:docPartObj>
        <w:docPartGallery w:val="Page Numbers (Bottom of Page)"/>
        <w:docPartUnique/>
      </w:docPartObj>
    </w:sdtPr>
    <w:sdtEndPr/>
    <w:sdtContent>
      <w:p w14:paraId="367309A0" w14:textId="68A7AF04" w:rsidR="00465459" w:rsidRDefault="004654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E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44FE10" w14:textId="77777777" w:rsidR="00465459" w:rsidRDefault="004654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AFEBE" w14:textId="77777777" w:rsidR="00AD0037" w:rsidRDefault="00AD0037" w:rsidP="00CF0F56">
      <w:pPr>
        <w:spacing w:after="0" w:line="240" w:lineRule="auto"/>
      </w:pPr>
      <w:r>
        <w:separator/>
      </w:r>
    </w:p>
  </w:footnote>
  <w:footnote w:type="continuationSeparator" w:id="0">
    <w:p w14:paraId="76B55CDB" w14:textId="77777777" w:rsidR="00AD0037" w:rsidRDefault="00AD0037" w:rsidP="00CF0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72C12" w14:textId="55930FBF" w:rsidR="00465459" w:rsidRDefault="001F1805">
    <w:pPr>
      <w:pStyle w:val="Header"/>
    </w:pPr>
    <w:r w:rsidRPr="002F3C76">
      <w:rPr>
        <w:noProof/>
        <w:sz w:val="28"/>
        <w:lang w:eastAsia="zh-CN"/>
      </w:rPr>
      <w:drawing>
        <wp:inline distT="0" distB="0" distL="0" distR="0" wp14:anchorId="05CFE3D6" wp14:editId="13644D3B">
          <wp:extent cx="825960" cy="408432"/>
          <wp:effectExtent l="0" t="0" r="1270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297BE" w14:textId="77777777" w:rsidR="00465459" w:rsidRDefault="004654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E0323" w14:textId="5ACAC26B" w:rsidR="00465459" w:rsidRPr="002F3C76" w:rsidRDefault="00465459" w:rsidP="002F3C76">
    <w:pPr>
      <w:pStyle w:val="Header"/>
      <w:tabs>
        <w:tab w:val="clear" w:pos="4680"/>
        <w:tab w:val="clear" w:pos="9360"/>
        <w:tab w:val="right" w:pos="9180"/>
      </w:tabs>
      <w:spacing w:after="120"/>
      <w:rPr>
        <w:sz w:val="28"/>
      </w:rPr>
    </w:pPr>
    <w:r w:rsidRPr="002F3C76">
      <w:rPr>
        <w:noProof/>
        <w:sz w:val="28"/>
        <w:lang w:eastAsia="zh-CN"/>
      </w:rPr>
      <w:drawing>
        <wp:inline distT="0" distB="0" distL="0" distR="0" wp14:anchorId="703A362D" wp14:editId="5A867367">
          <wp:extent cx="825960" cy="408432"/>
          <wp:effectExtent l="0" t="0" r="1270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F3C76">
      <w:rPr>
        <w:sz w:val="28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C782A"/>
    <w:multiLevelType w:val="hybridMultilevel"/>
    <w:tmpl w:val="5FEA19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9035C6"/>
    <w:multiLevelType w:val="hybridMultilevel"/>
    <w:tmpl w:val="5FBC0E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2670E"/>
    <w:multiLevelType w:val="hybridMultilevel"/>
    <w:tmpl w:val="769A8DAA"/>
    <w:lvl w:ilvl="0" w:tplc="8D7095AC">
      <w:start w:val="20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B4B0E"/>
    <w:multiLevelType w:val="hybridMultilevel"/>
    <w:tmpl w:val="1916BB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F0DA4"/>
    <w:multiLevelType w:val="hybridMultilevel"/>
    <w:tmpl w:val="2C5AF5CE"/>
    <w:lvl w:ilvl="0" w:tplc="8F727E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F522F"/>
    <w:multiLevelType w:val="hybridMultilevel"/>
    <w:tmpl w:val="2528C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4"/>
  </w:num>
  <w:num w:numId="8">
    <w:abstractNumId w:val="1"/>
  </w:num>
  <w:num w:numId="9">
    <w:abstractNumId w:val="4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83"/>
    <w:rsid w:val="000007B0"/>
    <w:rsid w:val="00001B0A"/>
    <w:rsid w:val="00002283"/>
    <w:rsid w:val="00015A43"/>
    <w:rsid w:val="0003487D"/>
    <w:rsid w:val="000351EA"/>
    <w:rsid w:val="00037E14"/>
    <w:rsid w:val="000421D0"/>
    <w:rsid w:val="000445D5"/>
    <w:rsid w:val="0004567A"/>
    <w:rsid w:val="00046526"/>
    <w:rsid w:val="00051687"/>
    <w:rsid w:val="00054BBA"/>
    <w:rsid w:val="00054E25"/>
    <w:rsid w:val="000569F6"/>
    <w:rsid w:val="00057484"/>
    <w:rsid w:val="00057F91"/>
    <w:rsid w:val="00060089"/>
    <w:rsid w:val="000603CE"/>
    <w:rsid w:val="000659BD"/>
    <w:rsid w:val="00066C4C"/>
    <w:rsid w:val="000678E9"/>
    <w:rsid w:val="00070236"/>
    <w:rsid w:val="00070E7C"/>
    <w:rsid w:val="000730EC"/>
    <w:rsid w:val="00074377"/>
    <w:rsid w:val="0007490A"/>
    <w:rsid w:val="0007502B"/>
    <w:rsid w:val="0008013E"/>
    <w:rsid w:val="0008162A"/>
    <w:rsid w:val="00081B4E"/>
    <w:rsid w:val="000837EF"/>
    <w:rsid w:val="000968C9"/>
    <w:rsid w:val="000A259A"/>
    <w:rsid w:val="000A4BCD"/>
    <w:rsid w:val="000B2442"/>
    <w:rsid w:val="000B38CD"/>
    <w:rsid w:val="000C2BCF"/>
    <w:rsid w:val="000C3450"/>
    <w:rsid w:val="000D0547"/>
    <w:rsid w:val="000D129E"/>
    <w:rsid w:val="000E490F"/>
    <w:rsid w:val="000F6338"/>
    <w:rsid w:val="000F6E50"/>
    <w:rsid w:val="00101166"/>
    <w:rsid w:val="00105A3E"/>
    <w:rsid w:val="00110853"/>
    <w:rsid w:val="00113D63"/>
    <w:rsid w:val="00115E1C"/>
    <w:rsid w:val="00116B79"/>
    <w:rsid w:val="00116DE8"/>
    <w:rsid w:val="00117CC5"/>
    <w:rsid w:val="00120F57"/>
    <w:rsid w:val="00122F2D"/>
    <w:rsid w:val="001258EF"/>
    <w:rsid w:val="001315F0"/>
    <w:rsid w:val="001316A7"/>
    <w:rsid w:val="001317D2"/>
    <w:rsid w:val="00134C30"/>
    <w:rsid w:val="00137D33"/>
    <w:rsid w:val="00144CEB"/>
    <w:rsid w:val="0014715F"/>
    <w:rsid w:val="0015087A"/>
    <w:rsid w:val="00152738"/>
    <w:rsid w:val="00156809"/>
    <w:rsid w:val="001578CB"/>
    <w:rsid w:val="0016241E"/>
    <w:rsid w:val="00163ECC"/>
    <w:rsid w:val="00170FC0"/>
    <w:rsid w:val="00175C15"/>
    <w:rsid w:val="00180C1D"/>
    <w:rsid w:val="00182CB4"/>
    <w:rsid w:val="001834F5"/>
    <w:rsid w:val="0018699D"/>
    <w:rsid w:val="001A1BDD"/>
    <w:rsid w:val="001A3060"/>
    <w:rsid w:val="001A31DA"/>
    <w:rsid w:val="001A506F"/>
    <w:rsid w:val="001B3264"/>
    <w:rsid w:val="001B3DAB"/>
    <w:rsid w:val="001B3E1A"/>
    <w:rsid w:val="001B41CA"/>
    <w:rsid w:val="001B531C"/>
    <w:rsid w:val="001C2787"/>
    <w:rsid w:val="001C4CC0"/>
    <w:rsid w:val="001C7804"/>
    <w:rsid w:val="001D0197"/>
    <w:rsid w:val="001D2CD1"/>
    <w:rsid w:val="001E652D"/>
    <w:rsid w:val="001F1805"/>
    <w:rsid w:val="001F28F2"/>
    <w:rsid w:val="001F3345"/>
    <w:rsid w:val="001F7BB8"/>
    <w:rsid w:val="0020233A"/>
    <w:rsid w:val="002079AC"/>
    <w:rsid w:val="00213218"/>
    <w:rsid w:val="00213D6C"/>
    <w:rsid w:val="00226059"/>
    <w:rsid w:val="0023259B"/>
    <w:rsid w:val="00232AAC"/>
    <w:rsid w:val="00234CC9"/>
    <w:rsid w:val="002427ED"/>
    <w:rsid w:val="00242A5E"/>
    <w:rsid w:val="00246E46"/>
    <w:rsid w:val="00254D50"/>
    <w:rsid w:val="0026076E"/>
    <w:rsid w:val="00262F49"/>
    <w:rsid w:val="0026341F"/>
    <w:rsid w:val="00263AA0"/>
    <w:rsid w:val="00267EF3"/>
    <w:rsid w:val="00270387"/>
    <w:rsid w:val="00275B2F"/>
    <w:rsid w:val="0028392A"/>
    <w:rsid w:val="00285C16"/>
    <w:rsid w:val="00287FE8"/>
    <w:rsid w:val="00292573"/>
    <w:rsid w:val="00293A9B"/>
    <w:rsid w:val="00294C2B"/>
    <w:rsid w:val="002952A8"/>
    <w:rsid w:val="002A0651"/>
    <w:rsid w:val="002A1288"/>
    <w:rsid w:val="002A22D4"/>
    <w:rsid w:val="002A3620"/>
    <w:rsid w:val="002A6E32"/>
    <w:rsid w:val="002B53F2"/>
    <w:rsid w:val="002B72E2"/>
    <w:rsid w:val="002B7A3A"/>
    <w:rsid w:val="002C5CDF"/>
    <w:rsid w:val="002C65BC"/>
    <w:rsid w:val="002D00A4"/>
    <w:rsid w:val="002D0126"/>
    <w:rsid w:val="002D04C8"/>
    <w:rsid w:val="002D1272"/>
    <w:rsid w:val="002D15F9"/>
    <w:rsid w:val="002D1D0B"/>
    <w:rsid w:val="002D4782"/>
    <w:rsid w:val="002D70B5"/>
    <w:rsid w:val="002D715C"/>
    <w:rsid w:val="002D7550"/>
    <w:rsid w:val="002E2A6D"/>
    <w:rsid w:val="002E2DBA"/>
    <w:rsid w:val="002E46F8"/>
    <w:rsid w:val="002F216E"/>
    <w:rsid w:val="002F227A"/>
    <w:rsid w:val="002F3BFE"/>
    <w:rsid w:val="002F3C76"/>
    <w:rsid w:val="002F4CEE"/>
    <w:rsid w:val="002F5228"/>
    <w:rsid w:val="003004FD"/>
    <w:rsid w:val="00306694"/>
    <w:rsid w:val="0031213F"/>
    <w:rsid w:val="003176FC"/>
    <w:rsid w:val="003179B8"/>
    <w:rsid w:val="00321760"/>
    <w:rsid w:val="003219F2"/>
    <w:rsid w:val="003249DB"/>
    <w:rsid w:val="00327720"/>
    <w:rsid w:val="00333F49"/>
    <w:rsid w:val="0033593E"/>
    <w:rsid w:val="00337D3E"/>
    <w:rsid w:val="00351D23"/>
    <w:rsid w:val="00351F4B"/>
    <w:rsid w:val="003626E5"/>
    <w:rsid w:val="0036447D"/>
    <w:rsid w:val="00364D4B"/>
    <w:rsid w:val="00370968"/>
    <w:rsid w:val="00371450"/>
    <w:rsid w:val="0037187D"/>
    <w:rsid w:val="003779DC"/>
    <w:rsid w:val="003807F0"/>
    <w:rsid w:val="0038115F"/>
    <w:rsid w:val="00381724"/>
    <w:rsid w:val="0038295C"/>
    <w:rsid w:val="00382FC0"/>
    <w:rsid w:val="0038665C"/>
    <w:rsid w:val="0039144D"/>
    <w:rsid w:val="00393F06"/>
    <w:rsid w:val="003976A4"/>
    <w:rsid w:val="003A4807"/>
    <w:rsid w:val="003A7A6A"/>
    <w:rsid w:val="003B0361"/>
    <w:rsid w:val="003B216A"/>
    <w:rsid w:val="003B2CA3"/>
    <w:rsid w:val="003C1CED"/>
    <w:rsid w:val="003C2E93"/>
    <w:rsid w:val="003C4ECA"/>
    <w:rsid w:val="003D2C79"/>
    <w:rsid w:val="003D71D6"/>
    <w:rsid w:val="003D7F62"/>
    <w:rsid w:val="003E07D6"/>
    <w:rsid w:val="003E147C"/>
    <w:rsid w:val="003E1C90"/>
    <w:rsid w:val="003E74CF"/>
    <w:rsid w:val="003E7DE6"/>
    <w:rsid w:val="003F470C"/>
    <w:rsid w:val="003F627A"/>
    <w:rsid w:val="00406DF6"/>
    <w:rsid w:val="0041185F"/>
    <w:rsid w:val="00411F83"/>
    <w:rsid w:val="004137DE"/>
    <w:rsid w:val="004165EB"/>
    <w:rsid w:val="00416639"/>
    <w:rsid w:val="00421702"/>
    <w:rsid w:val="00422C91"/>
    <w:rsid w:val="00422EA6"/>
    <w:rsid w:val="004308B9"/>
    <w:rsid w:val="00430DC5"/>
    <w:rsid w:val="004341A0"/>
    <w:rsid w:val="004351AE"/>
    <w:rsid w:val="00440D38"/>
    <w:rsid w:val="00441F80"/>
    <w:rsid w:val="0044537E"/>
    <w:rsid w:val="004453BB"/>
    <w:rsid w:val="004557AB"/>
    <w:rsid w:val="00455893"/>
    <w:rsid w:val="00465459"/>
    <w:rsid w:val="00485563"/>
    <w:rsid w:val="0048559E"/>
    <w:rsid w:val="0049355B"/>
    <w:rsid w:val="0049746F"/>
    <w:rsid w:val="004A21C5"/>
    <w:rsid w:val="004A4F53"/>
    <w:rsid w:val="004A717D"/>
    <w:rsid w:val="004B4D67"/>
    <w:rsid w:val="004B62BD"/>
    <w:rsid w:val="004B65EF"/>
    <w:rsid w:val="004C1F22"/>
    <w:rsid w:val="004C3B53"/>
    <w:rsid w:val="004C3F7D"/>
    <w:rsid w:val="004C5398"/>
    <w:rsid w:val="004C7BDB"/>
    <w:rsid w:val="004D007F"/>
    <w:rsid w:val="004D7E1B"/>
    <w:rsid w:val="004E06E8"/>
    <w:rsid w:val="004E19FF"/>
    <w:rsid w:val="004E2230"/>
    <w:rsid w:val="004E3E62"/>
    <w:rsid w:val="004E42C9"/>
    <w:rsid w:val="004E4604"/>
    <w:rsid w:val="004F500C"/>
    <w:rsid w:val="00502182"/>
    <w:rsid w:val="00503DA3"/>
    <w:rsid w:val="00511B28"/>
    <w:rsid w:val="0051464D"/>
    <w:rsid w:val="00516AAC"/>
    <w:rsid w:val="0051721D"/>
    <w:rsid w:val="00521F11"/>
    <w:rsid w:val="005227C7"/>
    <w:rsid w:val="00524ECA"/>
    <w:rsid w:val="00525098"/>
    <w:rsid w:val="0052671B"/>
    <w:rsid w:val="00536948"/>
    <w:rsid w:val="0054174D"/>
    <w:rsid w:val="005554E1"/>
    <w:rsid w:val="00556B46"/>
    <w:rsid w:val="0055744B"/>
    <w:rsid w:val="005575A4"/>
    <w:rsid w:val="00557A30"/>
    <w:rsid w:val="00560487"/>
    <w:rsid w:val="00561CDF"/>
    <w:rsid w:val="0056229E"/>
    <w:rsid w:val="005624EE"/>
    <w:rsid w:val="00570796"/>
    <w:rsid w:val="00572519"/>
    <w:rsid w:val="00572BB4"/>
    <w:rsid w:val="00572CB0"/>
    <w:rsid w:val="00573F7B"/>
    <w:rsid w:val="00574C20"/>
    <w:rsid w:val="0058016E"/>
    <w:rsid w:val="00580723"/>
    <w:rsid w:val="00584FAE"/>
    <w:rsid w:val="00591FC4"/>
    <w:rsid w:val="005941E5"/>
    <w:rsid w:val="005A3D6C"/>
    <w:rsid w:val="005A55DD"/>
    <w:rsid w:val="005B4165"/>
    <w:rsid w:val="005B5682"/>
    <w:rsid w:val="005B72AB"/>
    <w:rsid w:val="005C15ED"/>
    <w:rsid w:val="005C22AF"/>
    <w:rsid w:val="005C32B6"/>
    <w:rsid w:val="005C42BC"/>
    <w:rsid w:val="005C6139"/>
    <w:rsid w:val="005D2AEB"/>
    <w:rsid w:val="005D5023"/>
    <w:rsid w:val="005D7CD3"/>
    <w:rsid w:val="005D7D3C"/>
    <w:rsid w:val="005E028F"/>
    <w:rsid w:val="005E6EFC"/>
    <w:rsid w:val="005F3030"/>
    <w:rsid w:val="005F31A9"/>
    <w:rsid w:val="005F3F8E"/>
    <w:rsid w:val="005F5826"/>
    <w:rsid w:val="005F7316"/>
    <w:rsid w:val="0060263A"/>
    <w:rsid w:val="006101D2"/>
    <w:rsid w:val="00617073"/>
    <w:rsid w:val="00617692"/>
    <w:rsid w:val="006210A6"/>
    <w:rsid w:val="00623733"/>
    <w:rsid w:val="00626596"/>
    <w:rsid w:val="00626D01"/>
    <w:rsid w:val="0063183F"/>
    <w:rsid w:val="0063358A"/>
    <w:rsid w:val="006351C4"/>
    <w:rsid w:val="00644B16"/>
    <w:rsid w:val="00650A42"/>
    <w:rsid w:val="00655651"/>
    <w:rsid w:val="00657F86"/>
    <w:rsid w:val="0066317C"/>
    <w:rsid w:val="0067372F"/>
    <w:rsid w:val="006921A5"/>
    <w:rsid w:val="006A4140"/>
    <w:rsid w:val="006A63B9"/>
    <w:rsid w:val="006B152D"/>
    <w:rsid w:val="006B51B4"/>
    <w:rsid w:val="006B7B3E"/>
    <w:rsid w:val="006C0A74"/>
    <w:rsid w:val="006C6C46"/>
    <w:rsid w:val="006C737E"/>
    <w:rsid w:val="006D0B25"/>
    <w:rsid w:val="006D4507"/>
    <w:rsid w:val="006D524E"/>
    <w:rsid w:val="006D5EB6"/>
    <w:rsid w:val="006E7A42"/>
    <w:rsid w:val="006F2D88"/>
    <w:rsid w:val="006F473B"/>
    <w:rsid w:val="006F4F1B"/>
    <w:rsid w:val="006F4FFE"/>
    <w:rsid w:val="006F57AE"/>
    <w:rsid w:val="006F6809"/>
    <w:rsid w:val="00706220"/>
    <w:rsid w:val="007077C9"/>
    <w:rsid w:val="00713007"/>
    <w:rsid w:val="007157A1"/>
    <w:rsid w:val="00717CC4"/>
    <w:rsid w:val="0072178F"/>
    <w:rsid w:val="00731760"/>
    <w:rsid w:val="007325B4"/>
    <w:rsid w:val="007330BF"/>
    <w:rsid w:val="00733DDB"/>
    <w:rsid w:val="007363D8"/>
    <w:rsid w:val="00737695"/>
    <w:rsid w:val="00737D6D"/>
    <w:rsid w:val="00740573"/>
    <w:rsid w:val="0074327D"/>
    <w:rsid w:val="0074394A"/>
    <w:rsid w:val="00747C56"/>
    <w:rsid w:val="00751F0B"/>
    <w:rsid w:val="00756D7A"/>
    <w:rsid w:val="00757893"/>
    <w:rsid w:val="00765B53"/>
    <w:rsid w:val="00770028"/>
    <w:rsid w:val="0077698E"/>
    <w:rsid w:val="00780833"/>
    <w:rsid w:val="007834A1"/>
    <w:rsid w:val="0079032F"/>
    <w:rsid w:val="0079242B"/>
    <w:rsid w:val="00792E9E"/>
    <w:rsid w:val="00796B43"/>
    <w:rsid w:val="00796D3C"/>
    <w:rsid w:val="00797C49"/>
    <w:rsid w:val="007A0223"/>
    <w:rsid w:val="007A513A"/>
    <w:rsid w:val="007A7109"/>
    <w:rsid w:val="007B330F"/>
    <w:rsid w:val="007C042F"/>
    <w:rsid w:val="007C790F"/>
    <w:rsid w:val="007C79F6"/>
    <w:rsid w:val="007D0730"/>
    <w:rsid w:val="007D513A"/>
    <w:rsid w:val="007D7AF0"/>
    <w:rsid w:val="007E27AE"/>
    <w:rsid w:val="007E4344"/>
    <w:rsid w:val="007F1D7D"/>
    <w:rsid w:val="007F42BC"/>
    <w:rsid w:val="007F4BE7"/>
    <w:rsid w:val="007F7B00"/>
    <w:rsid w:val="00801EF4"/>
    <w:rsid w:val="00803B14"/>
    <w:rsid w:val="00803BAF"/>
    <w:rsid w:val="0081114F"/>
    <w:rsid w:val="00811D18"/>
    <w:rsid w:val="00813AC8"/>
    <w:rsid w:val="008149C1"/>
    <w:rsid w:val="00822253"/>
    <w:rsid w:val="00822E84"/>
    <w:rsid w:val="00825153"/>
    <w:rsid w:val="008309F7"/>
    <w:rsid w:val="00832DCC"/>
    <w:rsid w:val="00833C3E"/>
    <w:rsid w:val="008348DA"/>
    <w:rsid w:val="00840948"/>
    <w:rsid w:val="00846DD1"/>
    <w:rsid w:val="008472A4"/>
    <w:rsid w:val="00850CAF"/>
    <w:rsid w:val="00852150"/>
    <w:rsid w:val="00855EFA"/>
    <w:rsid w:val="00856D13"/>
    <w:rsid w:val="00857F10"/>
    <w:rsid w:val="00860BA5"/>
    <w:rsid w:val="0086265D"/>
    <w:rsid w:val="0086298A"/>
    <w:rsid w:val="008701CE"/>
    <w:rsid w:val="0087097A"/>
    <w:rsid w:val="00870BDA"/>
    <w:rsid w:val="008711E0"/>
    <w:rsid w:val="0087563A"/>
    <w:rsid w:val="00876E52"/>
    <w:rsid w:val="00880C40"/>
    <w:rsid w:val="00882BF5"/>
    <w:rsid w:val="00886FBE"/>
    <w:rsid w:val="00887A59"/>
    <w:rsid w:val="00892CA1"/>
    <w:rsid w:val="00893DB3"/>
    <w:rsid w:val="008A4EF7"/>
    <w:rsid w:val="008A5A2D"/>
    <w:rsid w:val="008A6EB4"/>
    <w:rsid w:val="008B4089"/>
    <w:rsid w:val="008C040F"/>
    <w:rsid w:val="008C70ED"/>
    <w:rsid w:val="008C7E37"/>
    <w:rsid w:val="008D5857"/>
    <w:rsid w:val="008F6BC6"/>
    <w:rsid w:val="008F74E6"/>
    <w:rsid w:val="008F77B7"/>
    <w:rsid w:val="00903552"/>
    <w:rsid w:val="00907032"/>
    <w:rsid w:val="00907446"/>
    <w:rsid w:val="0090760B"/>
    <w:rsid w:val="0091075C"/>
    <w:rsid w:val="0091181C"/>
    <w:rsid w:val="00916D07"/>
    <w:rsid w:val="00916F32"/>
    <w:rsid w:val="00921D69"/>
    <w:rsid w:val="00924C98"/>
    <w:rsid w:val="00925577"/>
    <w:rsid w:val="009260E1"/>
    <w:rsid w:val="00927317"/>
    <w:rsid w:val="009410DB"/>
    <w:rsid w:val="009465E9"/>
    <w:rsid w:val="0094761C"/>
    <w:rsid w:val="009600BE"/>
    <w:rsid w:val="0096182D"/>
    <w:rsid w:val="00961E71"/>
    <w:rsid w:val="00963009"/>
    <w:rsid w:val="0096370B"/>
    <w:rsid w:val="0096691F"/>
    <w:rsid w:val="00966D59"/>
    <w:rsid w:val="00966FAC"/>
    <w:rsid w:val="0096717E"/>
    <w:rsid w:val="00971B5F"/>
    <w:rsid w:val="00976AE1"/>
    <w:rsid w:val="00981905"/>
    <w:rsid w:val="0098479A"/>
    <w:rsid w:val="00985221"/>
    <w:rsid w:val="0098601C"/>
    <w:rsid w:val="00987D84"/>
    <w:rsid w:val="00991808"/>
    <w:rsid w:val="00993494"/>
    <w:rsid w:val="0099352B"/>
    <w:rsid w:val="00997506"/>
    <w:rsid w:val="009A579A"/>
    <w:rsid w:val="009A6DAE"/>
    <w:rsid w:val="009B0166"/>
    <w:rsid w:val="009B2065"/>
    <w:rsid w:val="009C62D6"/>
    <w:rsid w:val="009C6D0D"/>
    <w:rsid w:val="009C6D8A"/>
    <w:rsid w:val="009D019A"/>
    <w:rsid w:val="009D258C"/>
    <w:rsid w:val="009D4BEF"/>
    <w:rsid w:val="009D73D6"/>
    <w:rsid w:val="009E2608"/>
    <w:rsid w:val="009E31A0"/>
    <w:rsid w:val="009E3455"/>
    <w:rsid w:val="009E497E"/>
    <w:rsid w:val="009E6248"/>
    <w:rsid w:val="009F0514"/>
    <w:rsid w:val="009F1C55"/>
    <w:rsid w:val="009F2D30"/>
    <w:rsid w:val="00A01EBB"/>
    <w:rsid w:val="00A10AC1"/>
    <w:rsid w:val="00A16DD9"/>
    <w:rsid w:val="00A24592"/>
    <w:rsid w:val="00A24D74"/>
    <w:rsid w:val="00A27FB3"/>
    <w:rsid w:val="00A31364"/>
    <w:rsid w:val="00A31CAF"/>
    <w:rsid w:val="00A37F96"/>
    <w:rsid w:val="00A4279E"/>
    <w:rsid w:val="00A4481D"/>
    <w:rsid w:val="00A458C9"/>
    <w:rsid w:val="00A512E3"/>
    <w:rsid w:val="00A53EA9"/>
    <w:rsid w:val="00A54DBC"/>
    <w:rsid w:val="00A57CB8"/>
    <w:rsid w:val="00A60F5F"/>
    <w:rsid w:val="00A61EF0"/>
    <w:rsid w:val="00A64AAE"/>
    <w:rsid w:val="00A65EA0"/>
    <w:rsid w:val="00A72B15"/>
    <w:rsid w:val="00A762D0"/>
    <w:rsid w:val="00A76C65"/>
    <w:rsid w:val="00A807BE"/>
    <w:rsid w:val="00A82F62"/>
    <w:rsid w:val="00A91458"/>
    <w:rsid w:val="00A95D49"/>
    <w:rsid w:val="00A97D38"/>
    <w:rsid w:val="00AA4BAC"/>
    <w:rsid w:val="00AA63C7"/>
    <w:rsid w:val="00AB13D3"/>
    <w:rsid w:val="00AB2AB8"/>
    <w:rsid w:val="00AB3163"/>
    <w:rsid w:val="00AB3545"/>
    <w:rsid w:val="00AB4AFB"/>
    <w:rsid w:val="00AC0204"/>
    <w:rsid w:val="00AC0CBF"/>
    <w:rsid w:val="00AC2D3C"/>
    <w:rsid w:val="00AC4B12"/>
    <w:rsid w:val="00AD0037"/>
    <w:rsid w:val="00AD0465"/>
    <w:rsid w:val="00AD2C9F"/>
    <w:rsid w:val="00AE31BB"/>
    <w:rsid w:val="00AE321F"/>
    <w:rsid w:val="00AE7B2E"/>
    <w:rsid w:val="00AE7C72"/>
    <w:rsid w:val="00AF53EE"/>
    <w:rsid w:val="00B002D6"/>
    <w:rsid w:val="00B01050"/>
    <w:rsid w:val="00B01489"/>
    <w:rsid w:val="00B04BC0"/>
    <w:rsid w:val="00B04E4D"/>
    <w:rsid w:val="00B0570D"/>
    <w:rsid w:val="00B16BBF"/>
    <w:rsid w:val="00B16DDC"/>
    <w:rsid w:val="00B22896"/>
    <w:rsid w:val="00B22D66"/>
    <w:rsid w:val="00B32138"/>
    <w:rsid w:val="00B36E8B"/>
    <w:rsid w:val="00B45D43"/>
    <w:rsid w:val="00B46466"/>
    <w:rsid w:val="00B50CDD"/>
    <w:rsid w:val="00B528EF"/>
    <w:rsid w:val="00B53C25"/>
    <w:rsid w:val="00B62246"/>
    <w:rsid w:val="00B62256"/>
    <w:rsid w:val="00B72077"/>
    <w:rsid w:val="00B83DF1"/>
    <w:rsid w:val="00B84CCF"/>
    <w:rsid w:val="00B9452E"/>
    <w:rsid w:val="00B9592C"/>
    <w:rsid w:val="00B95D18"/>
    <w:rsid w:val="00BA1438"/>
    <w:rsid w:val="00BA2516"/>
    <w:rsid w:val="00BA4EC4"/>
    <w:rsid w:val="00BA62BA"/>
    <w:rsid w:val="00BB1435"/>
    <w:rsid w:val="00BB43E8"/>
    <w:rsid w:val="00BB6167"/>
    <w:rsid w:val="00BC6312"/>
    <w:rsid w:val="00BD075A"/>
    <w:rsid w:val="00BD07A1"/>
    <w:rsid w:val="00BD60E7"/>
    <w:rsid w:val="00BE4281"/>
    <w:rsid w:val="00BE59D7"/>
    <w:rsid w:val="00BE5BBC"/>
    <w:rsid w:val="00BE6B61"/>
    <w:rsid w:val="00BF30A0"/>
    <w:rsid w:val="00BF4078"/>
    <w:rsid w:val="00BF475A"/>
    <w:rsid w:val="00BF6966"/>
    <w:rsid w:val="00C0207E"/>
    <w:rsid w:val="00C0453C"/>
    <w:rsid w:val="00C06D7B"/>
    <w:rsid w:val="00C0726B"/>
    <w:rsid w:val="00C11281"/>
    <w:rsid w:val="00C115DB"/>
    <w:rsid w:val="00C21700"/>
    <w:rsid w:val="00C27447"/>
    <w:rsid w:val="00C333FA"/>
    <w:rsid w:val="00C34BE2"/>
    <w:rsid w:val="00C34F81"/>
    <w:rsid w:val="00C36068"/>
    <w:rsid w:val="00C4107A"/>
    <w:rsid w:val="00C44796"/>
    <w:rsid w:val="00C501DE"/>
    <w:rsid w:val="00C5798A"/>
    <w:rsid w:val="00C57DBE"/>
    <w:rsid w:val="00C63D3E"/>
    <w:rsid w:val="00C70F7C"/>
    <w:rsid w:val="00C716CB"/>
    <w:rsid w:val="00C7584C"/>
    <w:rsid w:val="00C77E2F"/>
    <w:rsid w:val="00C80127"/>
    <w:rsid w:val="00C823B6"/>
    <w:rsid w:val="00C84610"/>
    <w:rsid w:val="00C8495A"/>
    <w:rsid w:val="00C85673"/>
    <w:rsid w:val="00C93D68"/>
    <w:rsid w:val="00CA2109"/>
    <w:rsid w:val="00CA2D15"/>
    <w:rsid w:val="00CA4EF6"/>
    <w:rsid w:val="00CA6CCB"/>
    <w:rsid w:val="00CA6F51"/>
    <w:rsid w:val="00CB0648"/>
    <w:rsid w:val="00CB591E"/>
    <w:rsid w:val="00CB7137"/>
    <w:rsid w:val="00CC03E1"/>
    <w:rsid w:val="00CC19E6"/>
    <w:rsid w:val="00CC3E11"/>
    <w:rsid w:val="00CC4B94"/>
    <w:rsid w:val="00CC5FCC"/>
    <w:rsid w:val="00CD0ADE"/>
    <w:rsid w:val="00CD4BC6"/>
    <w:rsid w:val="00CD6380"/>
    <w:rsid w:val="00CE3ECC"/>
    <w:rsid w:val="00CE4A7F"/>
    <w:rsid w:val="00CE658F"/>
    <w:rsid w:val="00CF0F56"/>
    <w:rsid w:val="00CF2B73"/>
    <w:rsid w:val="00CF494E"/>
    <w:rsid w:val="00CF4C7A"/>
    <w:rsid w:val="00D023BD"/>
    <w:rsid w:val="00D04D39"/>
    <w:rsid w:val="00D04E6C"/>
    <w:rsid w:val="00D07A33"/>
    <w:rsid w:val="00D15237"/>
    <w:rsid w:val="00D2071F"/>
    <w:rsid w:val="00D20D58"/>
    <w:rsid w:val="00D23C99"/>
    <w:rsid w:val="00D2596B"/>
    <w:rsid w:val="00D3016D"/>
    <w:rsid w:val="00D312BA"/>
    <w:rsid w:val="00D32796"/>
    <w:rsid w:val="00D32F76"/>
    <w:rsid w:val="00D402F1"/>
    <w:rsid w:val="00D40E2A"/>
    <w:rsid w:val="00D41C5F"/>
    <w:rsid w:val="00D437E4"/>
    <w:rsid w:val="00D43A44"/>
    <w:rsid w:val="00D44078"/>
    <w:rsid w:val="00D4458C"/>
    <w:rsid w:val="00D462D2"/>
    <w:rsid w:val="00D5008A"/>
    <w:rsid w:val="00D507B2"/>
    <w:rsid w:val="00D61534"/>
    <w:rsid w:val="00D627EC"/>
    <w:rsid w:val="00D67413"/>
    <w:rsid w:val="00D67D9D"/>
    <w:rsid w:val="00D709B0"/>
    <w:rsid w:val="00D720BC"/>
    <w:rsid w:val="00D728B0"/>
    <w:rsid w:val="00D7418E"/>
    <w:rsid w:val="00D850FE"/>
    <w:rsid w:val="00D85B2B"/>
    <w:rsid w:val="00D87160"/>
    <w:rsid w:val="00D87D92"/>
    <w:rsid w:val="00D9122D"/>
    <w:rsid w:val="00D91E2E"/>
    <w:rsid w:val="00D94EA0"/>
    <w:rsid w:val="00D97F59"/>
    <w:rsid w:val="00DA308D"/>
    <w:rsid w:val="00DA6489"/>
    <w:rsid w:val="00DB3AB4"/>
    <w:rsid w:val="00DB41D1"/>
    <w:rsid w:val="00DB5862"/>
    <w:rsid w:val="00DC4C35"/>
    <w:rsid w:val="00DC550B"/>
    <w:rsid w:val="00DC5CB1"/>
    <w:rsid w:val="00DC62FA"/>
    <w:rsid w:val="00DE25AD"/>
    <w:rsid w:val="00DE3B35"/>
    <w:rsid w:val="00DF00A9"/>
    <w:rsid w:val="00DF25DD"/>
    <w:rsid w:val="00DF52BF"/>
    <w:rsid w:val="00DF54A9"/>
    <w:rsid w:val="00E00894"/>
    <w:rsid w:val="00E00BDC"/>
    <w:rsid w:val="00E01A97"/>
    <w:rsid w:val="00E01E69"/>
    <w:rsid w:val="00E05531"/>
    <w:rsid w:val="00E05D8B"/>
    <w:rsid w:val="00E07663"/>
    <w:rsid w:val="00E07D88"/>
    <w:rsid w:val="00E11C8D"/>
    <w:rsid w:val="00E15050"/>
    <w:rsid w:val="00E169BA"/>
    <w:rsid w:val="00E21B66"/>
    <w:rsid w:val="00E245DF"/>
    <w:rsid w:val="00E26C5C"/>
    <w:rsid w:val="00E407BB"/>
    <w:rsid w:val="00E43F91"/>
    <w:rsid w:val="00E4403F"/>
    <w:rsid w:val="00E46740"/>
    <w:rsid w:val="00E52839"/>
    <w:rsid w:val="00E607F2"/>
    <w:rsid w:val="00E64DC1"/>
    <w:rsid w:val="00E64E01"/>
    <w:rsid w:val="00E711BB"/>
    <w:rsid w:val="00E74020"/>
    <w:rsid w:val="00E81059"/>
    <w:rsid w:val="00E84BA0"/>
    <w:rsid w:val="00E874CE"/>
    <w:rsid w:val="00E91F76"/>
    <w:rsid w:val="00EA0DD1"/>
    <w:rsid w:val="00EA6055"/>
    <w:rsid w:val="00EB021D"/>
    <w:rsid w:val="00EB1F4F"/>
    <w:rsid w:val="00EB24C4"/>
    <w:rsid w:val="00EB78EC"/>
    <w:rsid w:val="00EB79D9"/>
    <w:rsid w:val="00ED1B0A"/>
    <w:rsid w:val="00ED7FFC"/>
    <w:rsid w:val="00EE59FE"/>
    <w:rsid w:val="00EF05FE"/>
    <w:rsid w:val="00EF10E3"/>
    <w:rsid w:val="00EF4E4A"/>
    <w:rsid w:val="00F001CC"/>
    <w:rsid w:val="00F070CE"/>
    <w:rsid w:val="00F12BDE"/>
    <w:rsid w:val="00F17685"/>
    <w:rsid w:val="00F235BD"/>
    <w:rsid w:val="00F25FB6"/>
    <w:rsid w:val="00F25FF0"/>
    <w:rsid w:val="00F26110"/>
    <w:rsid w:val="00F32E5A"/>
    <w:rsid w:val="00F3685B"/>
    <w:rsid w:val="00F42847"/>
    <w:rsid w:val="00F510BE"/>
    <w:rsid w:val="00F56173"/>
    <w:rsid w:val="00F616CD"/>
    <w:rsid w:val="00F67816"/>
    <w:rsid w:val="00F72816"/>
    <w:rsid w:val="00F75E5B"/>
    <w:rsid w:val="00F81F5A"/>
    <w:rsid w:val="00F851AC"/>
    <w:rsid w:val="00F87F44"/>
    <w:rsid w:val="00F9002F"/>
    <w:rsid w:val="00F91BF1"/>
    <w:rsid w:val="00F93463"/>
    <w:rsid w:val="00F94F4C"/>
    <w:rsid w:val="00FA4F44"/>
    <w:rsid w:val="00FB0F3F"/>
    <w:rsid w:val="00FB2E4E"/>
    <w:rsid w:val="00FB38AB"/>
    <w:rsid w:val="00FB7D4A"/>
    <w:rsid w:val="00FC3943"/>
    <w:rsid w:val="00FD156A"/>
    <w:rsid w:val="00FD4587"/>
    <w:rsid w:val="00FE755A"/>
    <w:rsid w:val="00FF3604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6BC8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F56"/>
  </w:style>
  <w:style w:type="paragraph" w:styleId="Footer">
    <w:name w:val="footer"/>
    <w:basedOn w:val="Normal"/>
    <w:link w:val="Foot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F56"/>
  </w:style>
  <w:style w:type="paragraph" w:styleId="BalloonText">
    <w:name w:val="Balloon Text"/>
    <w:basedOn w:val="Normal"/>
    <w:link w:val="BalloonTextChar"/>
    <w:uiPriority w:val="99"/>
    <w:semiHidden/>
    <w:unhideWhenUsed/>
    <w:rsid w:val="00CF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F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03E1"/>
    <w:pPr>
      <w:numPr>
        <w:numId w:val="1"/>
      </w:numPr>
      <w:contextualSpacing/>
    </w:pPr>
    <w:rPr>
      <w:rFonts w:ascii="Corbel" w:hAnsi="Corbel"/>
      <w:bCs/>
      <w:sz w:val="20"/>
      <w:szCs w:val="20"/>
    </w:rPr>
  </w:style>
  <w:style w:type="table" w:styleId="TableGrid">
    <w:name w:val="Table Grid"/>
    <w:basedOn w:val="TableNormal"/>
    <w:uiPriority w:val="59"/>
    <w:rsid w:val="003C2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C2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2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2A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847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187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A259A"/>
    <w:pPr>
      <w:spacing w:after="0" w:line="240" w:lineRule="auto"/>
    </w:pPr>
    <w:rPr>
      <w:rFonts w:ascii="Corbel" w:hAnsi="Corbel"/>
      <w:sz w:val="20"/>
    </w:rPr>
  </w:style>
  <w:style w:type="paragraph" w:customStyle="1" w:styleId="p1">
    <w:name w:val="p1"/>
    <w:basedOn w:val="Normal"/>
    <w:rsid w:val="006D524E"/>
    <w:pPr>
      <w:spacing w:after="0" w:line="167" w:lineRule="atLeast"/>
    </w:pPr>
    <w:rPr>
      <w:rFonts w:ascii="Helvetica" w:hAnsi="Helvetica" w:cs="Times New Roman"/>
      <w:sz w:val="17"/>
      <w:szCs w:val="17"/>
      <w:lang w:eastAsia="zh-CN"/>
    </w:rPr>
  </w:style>
  <w:style w:type="character" w:customStyle="1" w:styleId="apple-converted-space">
    <w:name w:val="apple-converted-space"/>
    <w:basedOn w:val="DefaultParagraphFont"/>
    <w:rsid w:val="006D524E"/>
  </w:style>
  <w:style w:type="paragraph" w:styleId="DocumentMap">
    <w:name w:val="Document Map"/>
    <w:basedOn w:val="Normal"/>
    <w:link w:val="DocumentMapChar"/>
    <w:uiPriority w:val="99"/>
    <w:semiHidden/>
    <w:unhideWhenUsed/>
    <w:rsid w:val="00561C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1C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93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81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393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52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06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08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334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875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83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67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515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06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4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6865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01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637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98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2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29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Scott\Desktop\Narrativ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EAF9B-DA7E-264C-BC87-2115AF9C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C:\Users\Scott\Desktop\Narrative Template.dotx</Template>
  <TotalTime>8</TotalTime>
  <Pages>1</Pages>
  <Words>101</Words>
  <Characters>576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Grand</dc:creator>
  <cp:lastModifiedBy>Scott Grand</cp:lastModifiedBy>
  <cp:revision>4</cp:revision>
  <cp:lastPrinted>2012-02-23T12:24:00Z</cp:lastPrinted>
  <dcterms:created xsi:type="dcterms:W3CDTF">2017-06-29T12:57:00Z</dcterms:created>
  <dcterms:modified xsi:type="dcterms:W3CDTF">2017-06-29T13:10:00Z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1609777420</vt:i4>
  </property>
  <property fmtid="{D5CDD505-2E9C-101B-9397-08002B2CF9AE}" pid="4" name="_EmailSubject">
    <vt:lpwstr>REVISED: Vito letter content</vt:lpwstr>
  </property>
  <property fmtid="{D5CDD505-2E9C-101B-9397-08002B2CF9AE}" pid="5" name="_AuthorEmail">
    <vt:lpwstr>marsha.anderson@sap.com</vt:lpwstr>
  </property>
  <property fmtid="{D5CDD505-2E9C-101B-9397-08002B2CF9AE}" pid="6" name="_AuthorEmailDisplayName">
    <vt:lpwstr>Anderson, Marsha</vt:lpwstr>
  </property>
</Properties>
</file>